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EEE7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843142"/>
      <w:r>
        <w:rPr>
          <w:sz w:val="52"/>
          <w:szCs w:val="52"/>
        </w:rPr>
        <w:t>SOUHRNNÁ TECHNICKÁ ZPRÁVA</w:t>
      </w:r>
      <w:bookmarkEnd w:id="0"/>
    </w:p>
    <w:p w14:paraId="19BDFC4C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</w:t>
      </w:r>
      <w:proofErr w:type="spellStart"/>
      <w:r w:rsidR="003C225D">
        <w:rPr>
          <w:b/>
          <w:sz w:val="44"/>
        </w:rPr>
        <w:t>s.p</w:t>
      </w:r>
      <w:proofErr w:type="spellEnd"/>
      <w:r w:rsidR="003C225D">
        <w:rPr>
          <w:b/>
          <w:sz w:val="44"/>
        </w:rPr>
        <w:t xml:space="preserve">. </w:t>
      </w:r>
    </w:p>
    <w:p w14:paraId="2884A410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070330">
        <w:rPr>
          <w:b/>
          <w:sz w:val="44"/>
        </w:rPr>
        <w:t>MOSTIŠTĚ</w:t>
      </w:r>
    </w:p>
    <w:p w14:paraId="0396B2FD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66263D74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475D37BA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5E2FADAA" w14:textId="339831FB" w:rsidR="00766015" w:rsidRDefault="0071505E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1"/>
          </w:p>
        </w:tc>
      </w:tr>
      <w:tr w:rsidR="00766015" w14:paraId="7BF12035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64107E2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67C49766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42526899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6C6D90A1" w14:textId="77777777" w:rsidR="00766015" w:rsidRDefault="00766015" w:rsidP="008D4C9E"/>
        </w:tc>
      </w:tr>
      <w:tr w:rsidR="00766015" w14:paraId="41CB4B33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6E83960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91EE886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2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2"/>
            <w:r w:rsidR="009E35EA">
              <w:t xml:space="preserve"> </w:t>
            </w:r>
          </w:p>
        </w:tc>
      </w:tr>
      <w:tr w:rsidR="00766015" w14:paraId="1BA2AC2A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F10BA4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2FC7B620" w14:textId="4DA66CF3" w:rsidR="00766015" w:rsidRDefault="0071505E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3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3"/>
          </w:p>
        </w:tc>
      </w:tr>
      <w:tr w:rsidR="00766015" w14:paraId="366F95DD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4AB3861F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42D3C4F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4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4"/>
          </w:p>
        </w:tc>
      </w:tr>
    </w:tbl>
    <w:p w14:paraId="71D52017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183D0646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78265EE7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7313BBF3" w14:textId="77777777" w:rsidR="0095424B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95424B">
        <w:rPr>
          <w:noProof/>
        </w:rPr>
        <w:t>SOUHRNNÁ TECHNICKÁ ZPRÁVA</w:t>
      </w:r>
      <w:r w:rsidR="0095424B">
        <w:rPr>
          <w:noProof/>
        </w:rPr>
        <w:tab/>
      </w:r>
      <w:r w:rsidR="0095424B">
        <w:rPr>
          <w:noProof/>
        </w:rPr>
        <w:fldChar w:fldCharType="begin"/>
      </w:r>
      <w:r w:rsidR="0095424B">
        <w:rPr>
          <w:noProof/>
        </w:rPr>
        <w:instrText xml:space="preserve"> PAGEREF _Toc502843142 \h </w:instrText>
      </w:r>
      <w:r w:rsidR="0095424B">
        <w:rPr>
          <w:noProof/>
        </w:rPr>
      </w:r>
      <w:r w:rsidR="0095424B">
        <w:rPr>
          <w:noProof/>
        </w:rPr>
        <w:fldChar w:fldCharType="separate"/>
      </w:r>
      <w:r w:rsidR="0095424B">
        <w:rPr>
          <w:noProof/>
        </w:rPr>
        <w:t>1</w:t>
      </w:r>
      <w:r w:rsidR="0095424B">
        <w:rPr>
          <w:noProof/>
        </w:rPr>
        <w:fldChar w:fldCharType="end"/>
      </w:r>
    </w:p>
    <w:p w14:paraId="571E592E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_Toc502843143 \h </w:instrText>
      </w:r>
      <w:r>
        <w:fldChar w:fldCharType="separate"/>
      </w:r>
      <w:r>
        <w:t>4</w:t>
      </w:r>
      <w:r>
        <w:fldChar w:fldCharType="end"/>
      </w:r>
    </w:p>
    <w:p w14:paraId="425015F3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_Toc502843144 \h </w:instrText>
      </w:r>
      <w:r>
        <w:fldChar w:fldCharType="separate"/>
      </w:r>
      <w:r>
        <w:t>5</w:t>
      </w:r>
      <w:r>
        <w:fldChar w:fldCharType="end"/>
      </w:r>
    </w:p>
    <w:p w14:paraId="1566D5C2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_Toc502843145 \h </w:instrText>
      </w:r>
      <w:r>
        <w:fldChar w:fldCharType="separate"/>
      </w:r>
      <w:r>
        <w:t>8</w:t>
      </w:r>
      <w:r>
        <w:fldChar w:fldCharType="end"/>
      </w:r>
    </w:p>
    <w:p w14:paraId="25233C16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_Toc502843146 \h </w:instrText>
      </w:r>
      <w:r>
        <w:fldChar w:fldCharType="separate"/>
      </w:r>
      <w:r>
        <w:t>8</w:t>
      </w:r>
      <w:r>
        <w:fldChar w:fldCharType="end"/>
      </w:r>
    </w:p>
    <w:p w14:paraId="53C4CBD7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_Toc502843147 \h </w:instrText>
      </w:r>
      <w:r>
        <w:fldChar w:fldCharType="separate"/>
      </w:r>
      <w:r>
        <w:t>8</w:t>
      </w:r>
      <w:r>
        <w:fldChar w:fldCharType="end"/>
      </w:r>
    </w:p>
    <w:p w14:paraId="3FCCEB9F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_Toc502843148 \h </w:instrText>
      </w:r>
      <w:r>
        <w:fldChar w:fldCharType="separate"/>
      </w:r>
      <w:r>
        <w:t>8</w:t>
      </w:r>
      <w:r>
        <w:fldChar w:fldCharType="end"/>
      </w:r>
    </w:p>
    <w:p w14:paraId="3377F78C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_Toc502843149 \h </w:instrText>
      </w:r>
      <w:r>
        <w:fldChar w:fldCharType="separate"/>
      </w:r>
      <w:r>
        <w:t>10</w:t>
      </w:r>
      <w:r>
        <w:fldChar w:fldCharType="end"/>
      </w:r>
    </w:p>
    <w:p w14:paraId="1C6085F6" w14:textId="77777777" w:rsidR="0095424B" w:rsidRDefault="0095424B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_Toc502843150 \h </w:instrText>
      </w:r>
      <w:r>
        <w:fldChar w:fldCharType="separate"/>
      </w:r>
      <w:r>
        <w:t>10</w:t>
      </w:r>
      <w:r>
        <w:fldChar w:fldCharType="end"/>
      </w:r>
    </w:p>
    <w:p w14:paraId="3DFFE883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1D87C1A2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5" w:name="_Toc431976332"/>
      <w:bookmarkStart w:id="6" w:name="_Toc440894808"/>
      <w:bookmarkStart w:id="7" w:name="_Toc448153992"/>
      <w:bookmarkStart w:id="8" w:name="_Toc355001688"/>
      <w:bookmarkStart w:id="9" w:name="_Toc431913715"/>
      <w:bookmarkStart w:id="10" w:name="_Toc394932572"/>
    </w:p>
    <w:bookmarkEnd w:id="5"/>
    <w:bookmarkEnd w:id="6"/>
    <w:bookmarkEnd w:id="7"/>
    <w:p w14:paraId="7C1C27BC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070330" w:rsidRPr="002B0419" w14:paraId="317ACC85" w14:textId="77777777" w:rsidTr="001E3B05">
        <w:tc>
          <w:tcPr>
            <w:tcW w:w="2943" w:type="dxa"/>
            <w:shd w:val="clear" w:color="auto" w:fill="auto"/>
          </w:tcPr>
          <w:p w14:paraId="5F2D46DD" w14:textId="77777777" w:rsidR="00070330" w:rsidRPr="002B0419" w:rsidRDefault="00070330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670477F4" w14:textId="77777777" w:rsidR="00070330" w:rsidRPr="002B0419" w:rsidRDefault="00070330" w:rsidP="00070330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MOSTIŠTĚ</w:t>
            </w:r>
          </w:p>
        </w:tc>
      </w:tr>
      <w:tr w:rsidR="00070330" w:rsidRPr="002B0419" w14:paraId="7D8AC8A4" w14:textId="77777777" w:rsidTr="003D22C9">
        <w:tc>
          <w:tcPr>
            <w:tcW w:w="2943" w:type="dxa"/>
            <w:shd w:val="clear" w:color="auto" w:fill="auto"/>
          </w:tcPr>
          <w:p w14:paraId="4F04CDFA" w14:textId="77777777" w:rsidR="00070330" w:rsidRPr="002B0419" w:rsidRDefault="00070330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065ECA7D" w14:textId="77777777" w:rsidR="00070330" w:rsidRPr="001E3B05" w:rsidRDefault="00070330" w:rsidP="00070330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Mostiště</w:t>
            </w:r>
            <w:proofErr w:type="spellEnd"/>
            <w:r w:rsidRPr="001E3B05">
              <w:rPr>
                <w:rFonts w:ascii="Arial Narrow" w:hAnsi="Arial Narrow" w:cs="Times New Roman"/>
              </w:rPr>
              <w:t xml:space="preserve"> na řece </w:t>
            </w:r>
            <w:r>
              <w:rPr>
                <w:rFonts w:ascii="Arial Narrow" w:hAnsi="Arial Narrow" w:cs="Times New Roman"/>
              </w:rPr>
              <w:t>Oslava</w:t>
            </w:r>
          </w:p>
        </w:tc>
      </w:tr>
      <w:tr w:rsidR="00070330" w:rsidRPr="002B0419" w14:paraId="216331BB" w14:textId="77777777" w:rsidTr="003D22C9">
        <w:tc>
          <w:tcPr>
            <w:tcW w:w="2943" w:type="dxa"/>
            <w:shd w:val="clear" w:color="auto" w:fill="auto"/>
          </w:tcPr>
          <w:p w14:paraId="5040345D" w14:textId="77777777" w:rsidR="00070330" w:rsidRPr="002B0419" w:rsidRDefault="00070330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4A25A622" w14:textId="77777777" w:rsidR="00070330" w:rsidRPr="002B0419" w:rsidRDefault="00070330" w:rsidP="0007033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070330" w:rsidRPr="002B0419" w14:paraId="2D7C3F39" w14:textId="77777777" w:rsidTr="003D22C9">
        <w:tc>
          <w:tcPr>
            <w:tcW w:w="2943" w:type="dxa"/>
            <w:shd w:val="clear" w:color="auto" w:fill="auto"/>
          </w:tcPr>
          <w:p w14:paraId="7577A26E" w14:textId="77777777" w:rsidR="00070330" w:rsidRPr="002B0419" w:rsidRDefault="00070330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099F4B74" w14:textId="77777777" w:rsidR="00070330" w:rsidRPr="004278C2" w:rsidRDefault="00070330" w:rsidP="0007033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4278C2">
              <w:rPr>
                <w:rFonts w:ascii="Arial Narrow" w:hAnsi="Arial Narrow" w:cs="Times New Roman"/>
              </w:rPr>
              <w:t>108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4278C2">
              <w:rPr>
                <w:rFonts w:ascii="Arial Narrow" w:hAnsi="Arial Narrow" w:cs="Times New Roman"/>
              </w:rPr>
              <w:t>232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4278C2">
              <w:rPr>
                <w:rFonts w:ascii="Arial Narrow" w:hAnsi="Arial Narrow" w:cs="Times New Roman"/>
              </w:rPr>
              <w:t>105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4278C2">
              <w:rPr>
                <w:rFonts w:ascii="Arial Narrow" w:hAnsi="Arial Narrow" w:cs="Times New Roman"/>
              </w:rPr>
              <w:t>230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4278C2">
              <w:rPr>
                <w:rFonts w:ascii="Arial Narrow" w:hAnsi="Arial Narrow" w:cs="Times New Roman"/>
              </w:rPr>
              <w:t>339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Vídeň</w:t>
            </w:r>
          </w:p>
          <w:p w14:paraId="3F1E4D6C" w14:textId="77777777" w:rsidR="00070330" w:rsidRPr="004278C2" w:rsidRDefault="00070330" w:rsidP="0007033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4278C2">
              <w:rPr>
                <w:rFonts w:ascii="Arial Narrow" w:hAnsi="Arial Narrow" w:cs="Times New Roman"/>
              </w:rPr>
              <w:t>2218/1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 xml:space="preserve">. Ostrov nad Oslavou, </w:t>
            </w:r>
            <w:r w:rsidRPr="004278C2">
              <w:rPr>
                <w:rFonts w:ascii="Arial Narrow" w:hAnsi="Arial Narrow" w:cs="Times New Roman"/>
              </w:rPr>
              <w:t>5673/1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Velké Meziříčí</w:t>
            </w:r>
          </w:p>
          <w:p w14:paraId="088D0F7D" w14:textId="77777777" w:rsidR="00070330" w:rsidRPr="004278C2" w:rsidRDefault="00070330" w:rsidP="0007033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4278C2">
              <w:rPr>
                <w:rFonts w:ascii="Arial Narrow" w:hAnsi="Arial Narrow" w:cs="Times New Roman"/>
              </w:rPr>
              <w:t>1513/1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 xml:space="preserve">. Baliny, </w:t>
            </w:r>
            <w:r w:rsidRPr="004278C2">
              <w:rPr>
                <w:rFonts w:ascii="Arial Narrow" w:hAnsi="Arial Narrow" w:cs="Times New Roman"/>
              </w:rPr>
              <w:t>1153/1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Dolní Bory</w:t>
            </w:r>
          </w:p>
          <w:p w14:paraId="2697ED6D" w14:textId="77777777" w:rsidR="00070330" w:rsidRPr="002B0419" w:rsidRDefault="00070330" w:rsidP="0007033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4278C2">
              <w:rPr>
                <w:rFonts w:ascii="Arial Narrow" w:hAnsi="Arial Narrow" w:cs="Times New Roman"/>
              </w:rPr>
              <w:t>18</w:t>
            </w:r>
            <w:r>
              <w:rPr>
                <w:rFonts w:ascii="Arial Narrow" w:hAnsi="Arial Narrow" w:cs="Times New Roman"/>
              </w:rPr>
              <w:t xml:space="preserve">      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 xml:space="preserve">. Nové Veselí, </w:t>
            </w:r>
            <w:r w:rsidRPr="004278C2">
              <w:rPr>
                <w:rFonts w:ascii="Arial Narrow" w:hAnsi="Arial Narrow" w:cs="Times New Roman"/>
              </w:rPr>
              <w:t>319</w:t>
            </w:r>
            <w:r>
              <w:rPr>
                <w:rFonts w:ascii="Arial Narrow" w:hAnsi="Arial Narrow" w:cs="Times New Roman"/>
              </w:rPr>
              <w:t xml:space="preserve">    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Bohdalov</w:t>
            </w:r>
          </w:p>
        </w:tc>
      </w:tr>
      <w:tr w:rsidR="003D22C9" w:rsidRPr="002B0419" w14:paraId="30D79CD9" w14:textId="77777777" w:rsidTr="003D22C9">
        <w:tc>
          <w:tcPr>
            <w:tcW w:w="2943" w:type="dxa"/>
            <w:shd w:val="clear" w:color="auto" w:fill="auto"/>
          </w:tcPr>
          <w:p w14:paraId="1292324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0D9F3C43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5708C82F" w14:textId="77777777" w:rsidTr="003D22C9">
        <w:tc>
          <w:tcPr>
            <w:tcW w:w="2943" w:type="dxa"/>
            <w:shd w:val="clear" w:color="auto" w:fill="auto"/>
          </w:tcPr>
          <w:p w14:paraId="5AA907B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219B1F34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5504F4E3" w14:textId="77777777" w:rsidTr="003D22C9">
        <w:tc>
          <w:tcPr>
            <w:tcW w:w="2943" w:type="dxa"/>
            <w:shd w:val="clear" w:color="auto" w:fill="auto"/>
          </w:tcPr>
          <w:p w14:paraId="06F4990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70A069BA" w14:textId="10D45468" w:rsidR="003D22C9" w:rsidRPr="002B0419" w:rsidRDefault="0071505E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5547025F" w14:textId="77777777" w:rsidTr="003D22C9">
        <w:tc>
          <w:tcPr>
            <w:tcW w:w="2943" w:type="dxa"/>
            <w:shd w:val="clear" w:color="auto" w:fill="auto"/>
          </w:tcPr>
          <w:p w14:paraId="3A338D1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66B8A96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2032D453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1" w:name="_Toc441153055"/>
      <w:bookmarkStart w:id="12" w:name="_Toc448153993"/>
      <w:bookmarkStart w:id="13" w:name="_Toc484424095"/>
      <w:bookmarkStart w:id="14" w:name="_Toc431976334"/>
      <w:bookmarkStart w:id="15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1"/>
      <w:bookmarkEnd w:id="12"/>
      <w:bookmarkEnd w:id="13"/>
    </w:p>
    <w:p w14:paraId="59083783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33134BB" w14:textId="77777777" w:rsidTr="003D22C9">
        <w:tc>
          <w:tcPr>
            <w:tcW w:w="2943" w:type="dxa"/>
            <w:shd w:val="clear" w:color="auto" w:fill="auto"/>
          </w:tcPr>
          <w:p w14:paraId="2B4681B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AEC381B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>., Dřevařská 11, 602 00 Brno</w:t>
            </w:r>
          </w:p>
        </w:tc>
      </w:tr>
      <w:tr w:rsidR="003D22C9" w:rsidRPr="002B0419" w14:paraId="4DA5D7DD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71C0CA5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C204939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7CEA3B8E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E57100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D0FA99A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0AFC2AC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0FBA2C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0A0B79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71CBF767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6" w:name="_Toc448153994"/>
      <w:bookmarkStart w:id="17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4"/>
      <w:bookmarkEnd w:id="15"/>
      <w:bookmarkEnd w:id="16"/>
      <w:bookmarkEnd w:id="17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38DF3018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8" w:name="_Toc48103289"/>
      <w:bookmarkStart w:id="19" w:name="_Toc191811563"/>
      <w:bookmarkStart w:id="20" w:name="_Toc250701967"/>
      <w:bookmarkStart w:id="21" w:name="_Toc258785929"/>
      <w:bookmarkStart w:id="22" w:name="_Toc351112848"/>
      <w:bookmarkStart w:id="23" w:name="_Toc431976335"/>
      <w:bookmarkStart w:id="24" w:name="_Toc440894811"/>
      <w:bookmarkStart w:id="25" w:name="_Toc448153995"/>
      <w:bookmarkStart w:id="26" w:name="_Toc480413991"/>
      <w:bookmarkStart w:id="27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8"/>
      <w:bookmarkEnd w:id="19"/>
      <w:bookmarkEnd w:id="20"/>
      <w:bookmarkEnd w:id="21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2"/>
      <w:bookmarkEnd w:id="23"/>
      <w:bookmarkEnd w:id="24"/>
      <w:bookmarkEnd w:id="25"/>
      <w:bookmarkEnd w:id="26"/>
      <w:bookmarkEnd w:id="27"/>
    </w:p>
    <w:p w14:paraId="6544C988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3D1BCAB" w14:textId="77777777" w:rsidTr="003D22C9">
        <w:tc>
          <w:tcPr>
            <w:tcW w:w="2943" w:type="dxa"/>
            <w:shd w:val="clear" w:color="auto" w:fill="auto"/>
          </w:tcPr>
          <w:p w14:paraId="1AF444D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2800DAAC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1AD9A4A0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603FD13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0B496CA5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3CE615B7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2A8D47D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90917E3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282279D0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1DBD47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4971A70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3AE3777F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DA7DD1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3BDA25A8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629439F1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36C185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4EE3C83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6B7FAFE9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8" w:name="_Toc431976336"/>
      <w:bookmarkStart w:id="29" w:name="_Toc440894812"/>
      <w:bookmarkStart w:id="30" w:name="_Toc448153996"/>
      <w:bookmarkStart w:id="31" w:name="_Toc480413992"/>
      <w:bookmarkStart w:id="32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8"/>
      <w:bookmarkEnd w:id="29"/>
      <w:bookmarkEnd w:id="30"/>
      <w:bookmarkEnd w:id="31"/>
      <w:bookmarkEnd w:id="32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FCB52F5" w14:textId="77777777" w:rsidTr="003D22C9">
        <w:tc>
          <w:tcPr>
            <w:tcW w:w="2943" w:type="dxa"/>
            <w:shd w:val="clear" w:color="auto" w:fill="auto"/>
          </w:tcPr>
          <w:p w14:paraId="1C8C63E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50E22C5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46C03CA4" w14:textId="77777777" w:rsidTr="003D22C9">
        <w:tc>
          <w:tcPr>
            <w:tcW w:w="2943" w:type="dxa"/>
            <w:shd w:val="clear" w:color="auto" w:fill="auto"/>
          </w:tcPr>
          <w:p w14:paraId="063A3C9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0332966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54F99111" w14:textId="77777777" w:rsidTr="003D22C9">
        <w:tc>
          <w:tcPr>
            <w:tcW w:w="2943" w:type="dxa"/>
            <w:shd w:val="clear" w:color="auto" w:fill="auto"/>
          </w:tcPr>
          <w:p w14:paraId="57E32FE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41B196F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52C3C63A" w14:textId="77777777" w:rsidTr="003D22C9">
        <w:tc>
          <w:tcPr>
            <w:tcW w:w="2943" w:type="dxa"/>
            <w:shd w:val="clear" w:color="auto" w:fill="auto"/>
          </w:tcPr>
          <w:p w14:paraId="053F256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62899270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8"/>
      <w:bookmarkEnd w:id="9"/>
    </w:tbl>
    <w:p w14:paraId="3B987C5B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63E78E5E" w14:textId="77777777" w:rsidR="00FC61D3" w:rsidRPr="00147A61" w:rsidRDefault="009E53C2" w:rsidP="00FC61D3">
      <w:pPr>
        <w:pStyle w:val="N1"/>
      </w:pPr>
      <w:bookmarkStart w:id="33" w:name="_Toc502843143"/>
      <w:r>
        <w:lastRenderedPageBreak/>
        <w:t>pOPIS ÚZEMÍ STAVBY</w:t>
      </w:r>
      <w:bookmarkEnd w:id="33"/>
    </w:p>
    <w:p w14:paraId="454D87C9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4A5F097A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ve </w:t>
      </w:r>
      <w:r w:rsidR="001162E5">
        <w:rPr>
          <w:rFonts w:asciiTheme="minorHAnsi" w:hAnsiTheme="minorHAnsi"/>
          <w:sz w:val="24"/>
          <w:szCs w:val="24"/>
        </w:rPr>
        <w:t>věžovém objektu</w:t>
      </w:r>
      <w:r w:rsidR="00070330">
        <w:rPr>
          <w:rFonts w:asciiTheme="minorHAnsi" w:hAnsiTheme="minorHAnsi"/>
          <w:sz w:val="24"/>
          <w:szCs w:val="24"/>
        </w:rPr>
        <w:t>, v injekční chodbě,</w:t>
      </w:r>
      <w:r w:rsidR="00663F3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v areálu domku hrázného a v limnigrafické stanici </w:t>
      </w:r>
      <w:r w:rsidR="0031134D">
        <w:rPr>
          <w:rFonts w:asciiTheme="minorHAnsi" w:hAnsiTheme="minorHAnsi"/>
          <w:sz w:val="24"/>
          <w:szCs w:val="24"/>
        </w:rPr>
        <w:t>na</w:t>
      </w:r>
      <w:r w:rsidR="00FA025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odtoku</w:t>
      </w:r>
      <w:r w:rsidR="001162E5">
        <w:rPr>
          <w:rFonts w:asciiTheme="minorHAnsi" w:hAnsiTheme="minorHAnsi"/>
          <w:sz w:val="24"/>
          <w:szCs w:val="24"/>
        </w:rPr>
        <w:t xml:space="preserve">. </w:t>
      </w:r>
      <w:r w:rsidR="00070330">
        <w:rPr>
          <w:rFonts w:asciiTheme="minorHAnsi" w:hAnsiTheme="minorHAnsi"/>
          <w:sz w:val="24"/>
          <w:szCs w:val="24"/>
        </w:rPr>
        <w:t xml:space="preserve">Další práce budou realizovány i v souvisejících měřících stanicích. </w:t>
      </w:r>
      <w:r w:rsidR="00EC6D63">
        <w:rPr>
          <w:rFonts w:asciiTheme="minorHAnsi" w:hAnsiTheme="minorHAnsi"/>
          <w:sz w:val="24"/>
          <w:szCs w:val="24"/>
        </w:rPr>
        <w:t xml:space="preserve"> </w:t>
      </w:r>
    </w:p>
    <w:p w14:paraId="3AFB76E5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C0D0668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7ABBAE1A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proofErr w:type="spellStart"/>
      <w:r w:rsidRPr="000D56EE">
        <w:rPr>
          <w:rFonts w:asciiTheme="minorHAnsi" w:hAnsiTheme="minorHAnsi"/>
          <w:sz w:val="24"/>
          <w:szCs w:val="24"/>
        </w:rPr>
        <w:t>Inženýrsko</w:t>
      </w:r>
      <w:proofErr w:type="spellEnd"/>
      <w:r w:rsidRPr="000D56EE">
        <w:rPr>
          <w:rFonts w:asciiTheme="minorHAnsi" w:hAnsiTheme="minorHAnsi"/>
          <w:sz w:val="24"/>
          <w:szCs w:val="24"/>
        </w:rPr>
        <w:t xml:space="preserve">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0D1311FC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2FA5B1D0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02A3340F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A10DF77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0459C508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02E88480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D2FC5A5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1CBE05B1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40ED0B00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0CBE593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09332BCC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0B23DA19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972B244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02DDBF4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A5C0638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lastRenderedPageBreak/>
        <w:t>Požadavky na asanace, demolice, kácení dřevin</w:t>
      </w:r>
    </w:p>
    <w:p w14:paraId="77675F5E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53C28EDC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9EF758C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227D5DB8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3E8117DD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97D3FB7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550245CB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533C4F64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4BBE9694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69A39124" w14:textId="77777777" w:rsidR="000D56EE" w:rsidRPr="000D56EE" w:rsidRDefault="00663F31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Nejsou. </w:t>
      </w:r>
    </w:p>
    <w:p w14:paraId="43040910" w14:textId="77777777" w:rsidR="00FC61D3" w:rsidRDefault="009E53C2" w:rsidP="00FC61D3">
      <w:pPr>
        <w:pStyle w:val="N1"/>
      </w:pPr>
      <w:bookmarkStart w:id="34" w:name="_Toc502843144"/>
      <w:r>
        <w:t>Celkový popis stavby</w:t>
      </w:r>
      <w:bookmarkEnd w:id="34"/>
    </w:p>
    <w:p w14:paraId="0CDC95BD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05692EDB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70330">
        <w:rPr>
          <w:rFonts w:asciiTheme="minorHAnsi" w:hAnsiTheme="minorHAnsi"/>
          <w:sz w:val="24"/>
          <w:szCs w:val="24"/>
        </w:rPr>
        <w:t>Mostiště</w:t>
      </w:r>
      <w:proofErr w:type="spellEnd"/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2F374E11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 xml:space="preserve">nádrži, </w:t>
      </w:r>
      <w:r w:rsidR="00E60E31">
        <w:rPr>
          <w:rFonts w:asciiTheme="minorHAnsi" w:hAnsiTheme="minorHAnsi"/>
          <w:sz w:val="24"/>
          <w:szCs w:val="24"/>
        </w:rPr>
        <w:t xml:space="preserve">provedení přípravy na </w:t>
      </w:r>
      <w:r w:rsidR="001162E5">
        <w:rPr>
          <w:rFonts w:asciiTheme="minorHAnsi" w:hAnsiTheme="minorHAnsi"/>
          <w:sz w:val="24"/>
          <w:szCs w:val="24"/>
        </w:rPr>
        <w:t xml:space="preserve">teplotu vody </w:t>
      </w:r>
      <w:r>
        <w:rPr>
          <w:rFonts w:asciiTheme="minorHAnsi" w:hAnsiTheme="minorHAnsi"/>
          <w:sz w:val="24"/>
          <w:szCs w:val="24"/>
        </w:rPr>
        <w:t>a modernizace měření v</w:t>
      </w:r>
      <w:r w:rsidR="00FA025C">
        <w:rPr>
          <w:rFonts w:asciiTheme="minorHAnsi" w:hAnsiTheme="minorHAnsi"/>
          <w:sz w:val="24"/>
          <w:szCs w:val="24"/>
        </w:rPr>
        <w:t xml:space="preserve"> přítokovém a </w:t>
      </w:r>
      <w:r>
        <w:rPr>
          <w:rFonts w:asciiTheme="minorHAnsi" w:hAnsiTheme="minorHAnsi"/>
          <w:sz w:val="24"/>
          <w:szCs w:val="24"/>
        </w:rPr>
        <w:t>odtokovém limnigraf</w:t>
      </w:r>
      <w:r w:rsidR="00EC6D63">
        <w:rPr>
          <w:rFonts w:asciiTheme="minorHAnsi" w:hAnsiTheme="minorHAnsi"/>
          <w:sz w:val="24"/>
          <w:szCs w:val="24"/>
        </w:rPr>
        <w:t>u.</w:t>
      </w:r>
      <w:r w:rsidR="00DC7CC6">
        <w:rPr>
          <w:rFonts w:asciiTheme="minorHAnsi" w:hAnsiTheme="minorHAnsi"/>
          <w:sz w:val="24"/>
          <w:szCs w:val="24"/>
        </w:rPr>
        <w:t xml:space="preserve"> Dále bude provedena výměna části </w:t>
      </w:r>
      <w:r w:rsidR="00E60E31">
        <w:rPr>
          <w:rFonts w:asciiTheme="minorHAnsi" w:hAnsiTheme="minorHAnsi"/>
          <w:sz w:val="24"/>
          <w:szCs w:val="24"/>
        </w:rPr>
        <w:t>technologie v souvisejících měřících stanicích.</w:t>
      </w:r>
      <w:r w:rsidR="00EC6D63">
        <w:rPr>
          <w:rFonts w:asciiTheme="minorHAnsi" w:hAnsiTheme="minorHAnsi"/>
          <w:sz w:val="24"/>
          <w:szCs w:val="24"/>
        </w:rPr>
        <w:t xml:space="preserve"> Dále bude zrealizován</w:t>
      </w:r>
      <w:r w:rsidR="00644849">
        <w:rPr>
          <w:rFonts w:asciiTheme="minorHAnsi" w:hAnsiTheme="minorHAnsi"/>
          <w:sz w:val="24"/>
          <w:szCs w:val="24"/>
        </w:rPr>
        <w:t>a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 w:rsidR="001162E5">
        <w:rPr>
          <w:rFonts w:asciiTheme="minorHAnsi" w:hAnsiTheme="minorHAnsi"/>
          <w:sz w:val="24"/>
          <w:szCs w:val="24"/>
        </w:rPr>
        <w:t>integrace stávajících měření</w:t>
      </w:r>
      <w:r w:rsidR="00644849">
        <w:rPr>
          <w:rFonts w:asciiTheme="minorHAnsi" w:hAnsiTheme="minorHAnsi"/>
          <w:sz w:val="24"/>
          <w:szCs w:val="24"/>
        </w:rPr>
        <w:t xml:space="preserve"> TBD</w:t>
      </w:r>
      <w:r>
        <w:rPr>
          <w:rFonts w:asciiTheme="minorHAnsi" w:hAnsiTheme="minorHAnsi"/>
          <w:sz w:val="24"/>
          <w:szCs w:val="24"/>
        </w:rPr>
        <w:t xml:space="preserve">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644849">
        <w:rPr>
          <w:rFonts w:asciiTheme="minorHAnsi" w:hAnsiTheme="minorHAnsi"/>
          <w:sz w:val="24"/>
          <w:szCs w:val="24"/>
        </w:rPr>
        <w:t xml:space="preserve"> na několika místech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</w:t>
      </w:r>
      <w:r w:rsidR="00DA6611">
        <w:rPr>
          <w:rFonts w:asciiTheme="minorHAnsi" w:hAnsiTheme="minorHAnsi"/>
          <w:sz w:val="24"/>
          <w:szCs w:val="24"/>
        </w:rPr>
        <w:t>dohospodářský dispečink v Brně.</w:t>
      </w:r>
      <w:r>
        <w:rPr>
          <w:rFonts w:asciiTheme="minorHAnsi" w:hAnsiTheme="minorHAnsi"/>
          <w:sz w:val="24"/>
          <w:szCs w:val="24"/>
        </w:rPr>
        <w:t xml:space="preserve">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77BAB917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515B9C2B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4282FE5B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3664AFA4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4FB30476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21BF1390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3A5E35FB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4B49C0A4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B.2.5. Bezpečnost při užívání stavby</w:t>
      </w:r>
    </w:p>
    <w:p w14:paraId="677020FA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53AE0903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569C8B09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proofErr w:type="spellStart"/>
      <w:r w:rsidR="00E60E31">
        <w:rPr>
          <w:rFonts w:asciiTheme="minorHAnsi" w:hAnsiTheme="minorHAnsi"/>
          <w:sz w:val="24"/>
          <w:szCs w:val="24"/>
        </w:rPr>
        <w:t>Mostiště</w:t>
      </w:r>
      <w:proofErr w:type="spellEnd"/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296493">
        <w:rPr>
          <w:rFonts w:asciiTheme="minorHAnsi" w:hAnsiTheme="minorHAnsi"/>
          <w:sz w:val="24"/>
          <w:szCs w:val="24"/>
        </w:rPr>
        <w:t>Oslava</w:t>
      </w:r>
      <w:r w:rsidR="001162E5">
        <w:rPr>
          <w:rFonts w:asciiTheme="minorHAnsi" w:hAnsiTheme="minorHAnsi"/>
          <w:sz w:val="24"/>
          <w:szCs w:val="24"/>
        </w:rPr>
        <w:t xml:space="preserve">. </w:t>
      </w:r>
    </w:p>
    <w:p w14:paraId="4E8EB508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296493" w:rsidRPr="000F125A" w14:paraId="77D0CE0D" w14:textId="77777777" w:rsidTr="00070330">
        <w:tc>
          <w:tcPr>
            <w:tcW w:w="6237" w:type="dxa"/>
          </w:tcPr>
          <w:p w14:paraId="53C3C8CD" w14:textId="77777777" w:rsidR="00296493" w:rsidRPr="001162E5" w:rsidRDefault="00296493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dna nádrže </w:t>
            </w:r>
          </w:p>
        </w:tc>
        <w:tc>
          <w:tcPr>
            <w:tcW w:w="2139" w:type="dxa"/>
          </w:tcPr>
          <w:p w14:paraId="18FB3299" w14:textId="77777777" w:rsidR="00296493" w:rsidRPr="00296493" w:rsidRDefault="00296493" w:rsidP="00E56693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447,60 </w:t>
            </w:r>
            <w:r w:rsidRPr="00296493">
              <w:rPr>
                <w:rFonts w:asciiTheme="minorHAnsi" w:hAnsiTheme="minorHAnsi" w:cs="Times New Roman"/>
              </w:rPr>
              <w:t>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296493">
              <w:rPr>
                <w:rFonts w:asciiTheme="minorHAnsi" w:hAnsiTheme="minorHAnsi" w:cs="Times New Roman"/>
              </w:rPr>
              <w:t>m.</w:t>
            </w:r>
          </w:p>
        </w:tc>
      </w:tr>
      <w:tr w:rsidR="00296493" w:rsidRPr="000F125A" w14:paraId="613432BE" w14:textId="77777777" w:rsidTr="00070330">
        <w:tc>
          <w:tcPr>
            <w:tcW w:w="6237" w:type="dxa"/>
          </w:tcPr>
          <w:p w14:paraId="207DCAF3" w14:textId="77777777" w:rsidR="00296493" w:rsidRPr="001162E5" w:rsidRDefault="00296493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hladiny stálého nadržení </w:t>
            </w:r>
            <w:proofErr w:type="spellStart"/>
            <w:r w:rsidRPr="001162E5">
              <w:rPr>
                <w:rFonts w:asciiTheme="minorHAnsi" w:hAnsiTheme="minorHAnsi"/>
                <w:szCs w:val="24"/>
              </w:rPr>
              <w:t>Hs</w:t>
            </w:r>
            <w:proofErr w:type="spellEnd"/>
          </w:p>
        </w:tc>
        <w:tc>
          <w:tcPr>
            <w:tcW w:w="2139" w:type="dxa"/>
          </w:tcPr>
          <w:p w14:paraId="14DF9A6E" w14:textId="77777777" w:rsidR="00296493" w:rsidRPr="00296493" w:rsidRDefault="00296493" w:rsidP="00E56693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458,60 </w:t>
            </w:r>
            <w:r w:rsidRPr="00296493">
              <w:rPr>
                <w:rFonts w:asciiTheme="minorHAnsi" w:hAnsiTheme="minorHAnsi" w:cs="Times New Roman"/>
              </w:rPr>
              <w:t>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296493">
              <w:rPr>
                <w:rFonts w:asciiTheme="minorHAnsi" w:hAnsiTheme="minorHAnsi" w:cs="Times New Roman"/>
              </w:rPr>
              <w:t>m.</w:t>
            </w:r>
          </w:p>
        </w:tc>
      </w:tr>
      <w:tr w:rsidR="00296493" w:rsidRPr="000F125A" w14:paraId="3F7DC1A1" w14:textId="77777777" w:rsidTr="00070330">
        <w:tc>
          <w:tcPr>
            <w:tcW w:w="6237" w:type="dxa"/>
          </w:tcPr>
          <w:p w14:paraId="2A8B997D" w14:textId="77777777" w:rsidR="00296493" w:rsidRPr="001162E5" w:rsidRDefault="00296493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488C0A8E" w14:textId="77777777" w:rsidR="00296493" w:rsidRPr="00296493" w:rsidRDefault="00296493" w:rsidP="00E56693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1 045 300 </w:t>
            </w:r>
            <w:r w:rsidRPr="00296493">
              <w:rPr>
                <w:rFonts w:asciiTheme="minorHAnsi" w:hAnsiTheme="minorHAnsi" w:cs="Times New Roman"/>
              </w:rPr>
              <w:t>m3</w:t>
            </w:r>
          </w:p>
        </w:tc>
      </w:tr>
    </w:tbl>
    <w:p w14:paraId="567A015F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21938915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296493" w:rsidRPr="000F125A" w14:paraId="37CDA729" w14:textId="77777777" w:rsidTr="00070330">
        <w:tc>
          <w:tcPr>
            <w:tcW w:w="6310" w:type="dxa"/>
          </w:tcPr>
          <w:p w14:paraId="33FEAFDD" w14:textId="77777777" w:rsidR="00296493" w:rsidRPr="001162E5" w:rsidRDefault="00296493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min. hladiny zásobního prostoru </w:t>
            </w:r>
          </w:p>
        </w:tc>
        <w:tc>
          <w:tcPr>
            <w:tcW w:w="2066" w:type="dxa"/>
          </w:tcPr>
          <w:p w14:paraId="4CAD84D4" w14:textId="77777777" w:rsidR="00296493" w:rsidRPr="00296493" w:rsidRDefault="00296493" w:rsidP="006245B8">
            <w:pPr>
              <w:rPr>
                <w:rFonts w:asciiTheme="minorHAnsi" w:hAnsiTheme="minorHAnsi" w:cs="Times New Roman"/>
              </w:rPr>
            </w:pPr>
            <w:r w:rsidRPr="00296493">
              <w:rPr>
                <w:rFonts w:asciiTheme="minorHAnsi" w:hAnsiTheme="minorHAnsi" w:cs="Times New Roman"/>
              </w:rPr>
              <w:t>458,60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296493">
              <w:rPr>
                <w:rFonts w:asciiTheme="minorHAnsi" w:hAnsiTheme="minorHAnsi" w:cs="Times New Roman"/>
              </w:rPr>
              <w:t>m.</w:t>
            </w:r>
          </w:p>
        </w:tc>
      </w:tr>
      <w:tr w:rsidR="00296493" w:rsidRPr="000F125A" w14:paraId="543618D4" w14:textId="77777777" w:rsidTr="00070330">
        <w:tc>
          <w:tcPr>
            <w:tcW w:w="6310" w:type="dxa"/>
          </w:tcPr>
          <w:p w14:paraId="6792AA2E" w14:textId="77777777" w:rsidR="00296493" w:rsidRPr="001162E5" w:rsidRDefault="00296493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max. hladiny zásobního prostoru Hz </w:t>
            </w:r>
          </w:p>
        </w:tc>
        <w:tc>
          <w:tcPr>
            <w:tcW w:w="2066" w:type="dxa"/>
          </w:tcPr>
          <w:p w14:paraId="0097A232" w14:textId="77777777" w:rsidR="00296493" w:rsidRPr="00296493" w:rsidRDefault="00296493" w:rsidP="006245B8">
            <w:pPr>
              <w:rPr>
                <w:rFonts w:asciiTheme="minorHAnsi" w:hAnsiTheme="minorHAnsi" w:cs="Times New Roman"/>
              </w:rPr>
            </w:pPr>
            <w:r w:rsidRPr="00296493">
              <w:rPr>
                <w:rFonts w:asciiTheme="minorHAnsi" w:hAnsiTheme="minorHAnsi" w:cs="Times New Roman"/>
              </w:rPr>
              <w:t>476,90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296493">
              <w:rPr>
                <w:rFonts w:asciiTheme="minorHAnsi" w:hAnsiTheme="minorHAnsi" w:cs="Times New Roman"/>
              </w:rPr>
              <w:t>m.</w:t>
            </w:r>
          </w:p>
        </w:tc>
      </w:tr>
      <w:tr w:rsidR="00296493" w:rsidRPr="000F125A" w14:paraId="42AE85B4" w14:textId="77777777" w:rsidTr="00070330">
        <w:tc>
          <w:tcPr>
            <w:tcW w:w="6310" w:type="dxa"/>
          </w:tcPr>
          <w:p w14:paraId="3A634D7E" w14:textId="77777777" w:rsidR="00296493" w:rsidRPr="001162E5" w:rsidRDefault="00296493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zásobního prostoru </w:t>
            </w:r>
          </w:p>
        </w:tc>
        <w:tc>
          <w:tcPr>
            <w:tcW w:w="2066" w:type="dxa"/>
          </w:tcPr>
          <w:p w14:paraId="0EA09CDD" w14:textId="77777777" w:rsidR="00296493" w:rsidRPr="00296493" w:rsidRDefault="00296493" w:rsidP="006245B8">
            <w:pPr>
              <w:rPr>
                <w:rFonts w:asciiTheme="minorHAnsi" w:hAnsiTheme="minorHAnsi" w:cs="Times New Roman"/>
              </w:rPr>
            </w:pPr>
            <w:r w:rsidRPr="00296493">
              <w:rPr>
                <w:rFonts w:asciiTheme="minorHAnsi" w:hAnsiTheme="minorHAnsi" w:cs="Times New Roman"/>
              </w:rPr>
              <w:t>9 338 900 m3</w:t>
            </w:r>
          </w:p>
        </w:tc>
      </w:tr>
      <w:tr w:rsidR="00296493" w:rsidRPr="000F125A" w14:paraId="1F283DE8" w14:textId="77777777" w:rsidTr="00070330">
        <w:tc>
          <w:tcPr>
            <w:tcW w:w="6310" w:type="dxa"/>
          </w:tcPr>
          <w:p w14:paraId="3C4C25CE" w14:textId="77777777" w:rsidR="00296493" w:rsidRPr="000F125A" w:rsidRDefault="00296493" w:rsidP="00070330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Zatopená plocha </w:t>
            </w:r>
            <w:proofErr w:type="gramStart"/>
            <w:r w:rsidRPr="000F125A">
              <w:rPr>
                <w:rFonts w:asciiTheme="minorHAnsi" w:hAnsiTheme="minorHAnsi" w:cs="Times New Roman"/>
              </w:rPr>
              <w:t>při  max.</w:t>
            </w:r>
            <w:proofErr w:type="gramEnd"/>
            <w:r w:rsidRPr="000F125A">
              <w:rPr>
                <w:rFonts w:asciiTheme="minorHAnsi" w:hAnsiTheme="minorHAnsi" w:cs="Times New Roman"/>
              </w:rPr>
              <w:t xml:space="preserve"> zásobní hladině </w:t>
            </w:r>
          </w:p>
        </w:tc>
        <w:tc>
          <w:tcPr>
            <w:tcW w:w="2066" w:type="dxa"/>
          </w:tcPr>
          <w:p w14:paraId="50531A64" w14:textId="77777777" w:rsidR="00296493" w:rsidRPr="00296493" w:rsidRDefault="00296493" w:rsidP="006245B8">
            <w:pPr>
              <w:rPr>
                <w:rFonts w:asciiTheme="minorHAnsi" w:hAnsiTheme="minorHAnsi" w:cs="Times New Roman"/>
              </w:rPr>
            </w:pPr>
            <w:r w:rsidRPr="00296493">
              <w:rPr>
                <w:rFonts w:asciiTheme="minorHAnsi" w:hAnsiTheme="minorHAnsi" w:cs="Times New Roman"/>
              </w:rPr>
              <w:t>855 800 m2</w:t>
            </w:r>
          </w:p>
        </w:tc>
      </w:tr>
    </w:tbl>
    <w:p w14:paraId="65DB9D02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35234A9E" w14:textId="77777777" w:rsidR="00A633CB" w:rsidRPr="000F125A" w:rsidRDefault="00A633CB" w:rsidP="00A633CB">
      <w:pPr>
        <w:pStyle w:val="Normlnodsazen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Prostor retenční </w:t>
      </w:r>
      <w:r w:rsidRPr="000F125A">
        <w:rPr>
          <w:rFonts w:asciiTheme="minorHAnsi" w:hAnsiTheme="minorHAnsi"/>
          <w:szCs w:val="24"/>
        </w:rPr>
        <w:t>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2D7C98" w:rsidRPr="000F125A" w14:paraId="04268AA3" w14:textId="77777777" w:rsidTr="00070330">
        <w:tc>
          <w:tcPr>
            <w:tcW w:w="6310" w:type="dxa"/>
          </w:tcPr>
          <w:p w14:paraId="25F250AA" w14:textId="77777777" w:rsidR="002D7C98" w:rsidRPr="00E26DB1" w:rsidRDefault="002D7C98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min. hladiny </w:t>
            </w:r>
            <w:r w:rsidRPr="00E26DB1">
              <w:rPr>
                <w:rFonts w:asciiTheme="minorHAnsi" w:hAnsiTheme="minorHAnsi"/>
                <w:szCs w:val="24"/>
              </w:rPr>
              <w:t xml:space="preserve">ovladatelného retenčního prostoru </w:t>
            </w:r>
          </w:p>
        </w:tc>
        <w:tc>
          <w:tcPr>
            <w:tcW w:w="2066" w:type="dxa"/>
          </w:tcPr>
          <w:p w14:paraId="5C0D4540" w14:textId="77777777" w:rsidR="002D7C98" w:rsidRPr="002D7C98" w:rsidRDefault="002D7C98" w:rsidP="00910B0E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476,90 m n. m.</w:t>
            </w:r>
          </w:p>
        </w:tc>
      </w:tr>
      <w:tr w:rsidR="002D7C98" w:rsidRPr="000F125A" w14:paraId="4580752A" w14:textId="77777777" w:rsidTr="00070330">
        <w:tc>
          <w:tcPr>
            <w:tcW w:w="6310" w:type="dxa"/>
          </w:tcPr>
          <w:p w14:paraId="55A12F48" w14:textId="77777777" w:rsidR="002D7C98" w:rsidRPr="00E26DB1" w:rsidRDefault="002D7C98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max. hladiny retenčního </w:t>
            </w:r>
            <w:proofErr w:type="spellStart"/>
            <w:r w:rsidRPr="00E26DB1">
              <w:rPr>
                <w:rFonts w:asciiTheme="minorHAnsi" w:hAnsiTheme="minorHAnsi"/>
                <w:szCs w:val="24"/>
              </w:rPr>
              <w:t>ovlad</w:t>
            </w:r>
            <w:proofErr w:type="spellEnd"/>
            <w:r w:rsidRPr="00E26DB1">
              <w:rPr>
                <w:rFonts w:asciiTheme="minorHAnsi" w:hAnsiTheme="minorHAnsi"/>
                <w:szCs w:val="24"/>
              </w:rPr>
              <w:t xml:space="preserve">. prostoru </w:t>
            </w:r>
            <w:r>
              <w:rPr>
                <w:rFonts w:asciiTheme="minorHAnsi" w:hAnsiTheme="minorHAnsi"/>
                <w:szCs w:val="24"/>
              </w:rPr>
              <w:t>(přeliv)</w:t>
            </w:r>
          </w:p>
        </w:tc>
        <w:tc>
          <w:tcPr>
            <w:tcW w:w="2066" w:type="dxa"/>
          </w:tcPr>
          <w:p w14:paraId="239FD378" w14:textId="77777777" w:rsidR="002D7C98" w:rsidRPr="002D7C98" w:rsidRDefault="002D7C98" w:rsidP="00910B0E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477,60 m n. m.</w:t>
            </w:r>
          </w:p>
        </w:tc>
      </w:tr>
      <w:tr w:rsidR="002D7C98" w:rsidRPr="000F125A" w14:paraId="1678FE1A" w14:textId="77777777" w:rsidTr="00070330">
        <w:tc>
          <w:tcPr>
            <w:tcW w:w="6310" w:type="dxa"/>
          </w:tcPr>
          <w:p w14:paraId="6C1BAC8A" w14:textId="77777777" w:rsidR="002D7C98" w:rsidRPr="00E26DB1" w:rsidRDefault="002D7C98" w:rsidP="00070330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7CB713A1" w14:textId="77777777" w:rsidR="002D7C98" w:rsidRPr="002D7C98" w:rsidRDefault="002D7C98" w:rsidP="00910B0E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609 400 m3</w:t>
            </w:r>
          </w:p>
        </w:tc>
      </w:tr>
      <w:tr w:rsidR="002D7C98" w:rsidRPr="000F125A" w14:paraId="3F8DF9FE" w14:textId="77777777" w:rsidTr="00070330">
        <w:tc>
          <w:tcPr>
            <w:tcW w:w="6310" w:type="dxa"/>
          </w:tcPr>
          <w:p w14:paraId="3AB8F39A" w14:textId="77777777" w:rsidR="002D7C98" w:rsidRPr="000F125A" w:rsidRDefault="002D7C98" w:rsidP="00070330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646631B6" w14:textId="77777777" w:rsidR="002D7C98" w:rsidRPr="002D7C98" w:rsidRDefault="002D7C98" w:rsidP="00910B0E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885 400 m2</w:t>
            </w:r>
          </w:p>
        </w:tc>
      </w:tr>
    </w:tbl>
    <w:p w14:paraId="44BC6E2C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0BDB7337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7CDFC7AA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2D7C98" w:rsidRPr="000F125A" w14:paraId="309CB6EB" w14:textId="77777777" w:rsidTr="00070330">
        <w:tc>
          <w:tcPr>
            <w:tcW w:w="6310" w:type="dxa"/>
          </w:tcPr>
          <w:p w14:paraId="2FFBB7ED" w14:textId="77777777" w:rsidR="002D7C98" w:rsidRPr="00E26DB1" w:rsidRDefault="002D7C98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min. hladiny neovladatelného retenčního prostoru (přeliv) </w:t>
            </w:r>
          </w:p>
        </w:tc>
        <w:tc>
          <w:tcPr>
            <w:tcW w:w="2066" w:type="dxa"/>
          </w:tcPr>
          <w:p w14:paraId="66CBB99D" w14:textId="77777777" w:rsidR="002D7C98" w:rsidRPr="002D7C98" w:rsidRDefault="002D7C98" w:rsidP="00340D16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477,60 </w:t>
            </w:r>
            <w:r w:rsidRPr="002D7C98">
              <w:rPr>
                <w:rFonts w:asciiTheme="minorHAnsi" w:hAnsiTheme="minorHAnsi" w:cs="Times New Roman"/>
              </w:rPr>
              <w:t>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2D7C98">
              <w:rPr>
                <w:rFonts w:asciiTheme="minorHAnsi" w:hAnsiTheme="minorHAnsi" w:cs="Times New Roman"/>
              </w:rPr>
              <w:t>m.</w:t>
            </w:r>
          </w:p>
        </w:tc>
      </w:tr>
      <w:tr w:rsidR="002D7C98" w:rsidRPr="000F125A" w14:paraId="54695265" w14:textId="77777777" w:rsidTr="00070330">
        <w:tc>
          <w:tcPr>
            <w:tcW w:w="6310" w:type="dxa"/>
          </w:tcPr>
          <w:p w14:paraId="07222B05" w14:textId="77777777" w:rsidR="002D7C98" w:rsidRPr="00E26DB1" w:rsidRDefault="002D7C98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max. hladiny retenčního </w:t>
            </w:r>
            <w:proofErr w:type="spellStart"/>
            <w:r w:rsidRPr="00E26DB1">
              <w:rPr>
                <w:rFonts w:asciiTheme="minorHAnsi" w:hAnsiTheme="minorHAnsi"/>
                <w:szCs w:val="24"/>
              </w:rPr>
              <w:t>neovlad</w:t>
            </w:r>
            <w:proofErr w:type="spellEnd"/>
            <w:r w:rsidRPr="00E26DB1">
              <w:rPr>
                <w:rFonts w:asciiTheme="minorHAnsi" w:hAnsiTheme="minorHAnsi"/>
                <w:szCs w:val="24"/>
              </w:rPr>
              <w:t xml:space="preserve">. prostoru </w:t>
            </w:r>
            <w:proofErr w:type="spellStart"/>
            <w:r w:rsidRPr="00E26DB1">
              <w:rPr>
                <w:rFonts w:asciiTheme="minorHAnsi" w:hAnsiTheme="minorHAnsi"/>
                <w:szCs w:val="24"/>
              </w:rPr>
              <w:t>Hmax</w:t>
            </w:r>
            <w:proofErr w:type="spellEnd"/>
            <w:r w:rsidRPr="00E26DB1">
              <w:rPr>
                <w:rFonts w:asciiTheme="minorHAnsi" w:hAnsiTheme="minorHAnsi"/>
                <w:szCs w:val="24"/>
              </w:rPr>
              <w:t xml:space="preserve">. </w:t>
            </w:r>
          </w:p>
        </w:tc>
        <w:tc>
          <w:tcPr>
            <w:tcW w:w="2066" w:type="dxa"/>
          </w:tcPr>
          <w:p w14:paraId="44D90388" w14:textId="77777777" w:rsidR="002D7C98" w:rsidRPr="002D7C98" w:rsidRDefault="002D7C98" w:rsidP="00340D16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478,64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2D7C98">
              <w:rPr>
                <w:rFonts w:asciiTheme="minorHAnsi" w:hAnsiTheme="minorHAnsi" w:cs="Times New Roman"/>
              </w:rPr>
              <w:t>m.</w:t>
            </w:r>
          </w:p>
        </w:tc>
      </w:tr>
      <w:tr w:rsidR="002D7C98" w:rsidRPr="000F125A" w14:paraId="0902AF3D" w14:textId="77777777" w:rsidTr="00070330">
        <w:tc>
          <w:tcPr>
            <w:tcW w:w="6310" w:type="dxa"/>
          </w:tcPr>
          <w:p w14:paraId="678ACC4C" w14:textId="77777777" w:rsidR="002D7C98" w:rsidRPr="00E26DB1" w:rsidRDefault="002D7C98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52CC771F" w14:textId="77777777" w:rsidR="002D7C98" w:rsidRPr="002D7C98" w:rsidRDefault="002D7C98" w:rsidP="00340D16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943 700 m3</w:t>
            </w:r>
          </w:p>
        </w:tc>
      </w:tr>
      <w:tr w:rsidR="002D7C98" w:rsidRPr="000F125A" w14:paraId="61D3C0B5" w14:textId="77777777" w:rsidTr="00070330">
        <w:tc>
          <w:tcPr>
            <w:tcW w:w="6310" w:type="dxa"/>
          </w:tcPr>
          <w:p w14:paraId="47097BDF" w14:textId="77777777" w:rsidR="002D7C98" w:rsidRPr="000F125A" w:rsidRDefault="002D7C98" w:rsidP="00070330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51E1E324" w14:textId="77777777" w:rsidR="002D7C98" w:rsidRPr="002D7C98" w:rsidRDefault="002D7C98" w:rsidP="00340D16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930 000 m2</w:t>
            </w:r>
          </w:p>
        </w:tc>
      </w:tr>
    </w:tbl>
    <w:p w14:paraId="1394B76C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4B4D71A4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2D7C98" w:rsidRPr="000F125A" w14:paraId="7233962A" w14:textId="77777777" w:rsidTr="00070330">
        <w:tc>
          <w:tcPr>
            <w:tcW w:w="6310" w:type="dxa"/>
          </w:tcPr>
          <w:p w14:paraId="750D7E63" w14:textId="77777777" w:rsidR="002D7C98" w:rsidRPr="00E26DB1" w:rsidRDefault="002D7C98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21B685B1" w14:textId="77777777" w:rsidR="002D7C98" w:rsidRPr="002D7C98" w:rsidRDefault="002D7C98" w:rsidP="00E07676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478,64 m n. m.</w:t>
            </w:r>
          </w:p>
        </w:tc>
      </w:tr>
      <w:tr w:rsidR="002D7C98" w:rsidRPr="000F125A" w14:paraId="00F4C80E" w14:textId="77777777" w:rsidTr="00070330">
        <w:tc>
          <w:tcPr>
            <w:tcW w:w="6310" w:type="dxa"/>
          </w:tcPr>
          <w:p w14:paraId="4014B24F" w14:textId="77777777" w:rsidR="002D7C98" w:rsidRPr="00E26DB1" w:rsidRDefault="002D7C98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75094DA6" w14:textId="77777777" w:rsidR="002D7C98" w:rsidRPr="002D7C98" w:rsidRDefault="002D7C98" w:rsidP="00E07676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11 937 300 m3</w:t>
            </w:r>
          </w:p>
        </w:tc>
      </w:tr>
      <w:tr w:rsidR="002D7C98" w:rsidRPr="000F125A" w14:paraId="5F20EB23" w14:textId="77777777" w:rsidTr="00070330">
        <w:tc>
          <w:tcPr>
            <w:tcW w:w="6310" w:type="dxa"/>
          </w:tcPr>
          <w:p w14:paraId="49AB602E" w14:textId="77777777" w:rsidR="002D7C98" w:rsidRPr="00E26DB1" w:rsidRDefault="002D7C98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4E95AD29" w14:textId="77777777" w:rsidR="002D7C98" w:rsidRPr="002D7C98" w:rsidRDefault="002D7C98" w:rsidP="00E07676">
            <w:pPr>
              <w:rPr>
                <w:rFonts w:asciiTheme="minorHAnsi" w:hAnsiTheme="minorHAnsi" w:cs="Times New Roman"/>
              </w:rPr>
            </w:pPr>
            <w:r w:rsidRPr="002D7C98">
              <w:rPr>
                <w:rFonts w:asciiTheme="minorHAnsi" w:hAnsiTheme="minorHAnsi" w:cs="Times New Roman"/>
              </w:rPr>
              <w:t>930 000 m2</w:t>
            </w:r>
          </w:p>
        </w:tc>
      </w:tr>
    </w:tbl>
    <w:p w14:paraId="0CE9977A" w14:textId="77777777" w:rsidR="00A633CB" w:rsidRDefault="00A633CB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864DD29" w14:textId="77777777" w:rsidR="000F125A" w:rsidRDefault="002D7C98" w:rsidP="00792BD6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D7C98">
        <w:rPr>
          <w:rFonts w:asciiTheme="minorHAnsi" w:hAnsiTheme="minorHAnsi"/>
          <w:sz w:val="24"/>
          <w:szCs w:val="24"/>
        </w:rPr>
        <w:t>Hráz je kamenitá, dusaná z lomového kamene se sprašovým těsnícím jádrem umístěným na návodní straně. V horní části je těsně</w:t>
      </w:r>
      <w:r w:rsidR="00792BD6">
        <w:rPr>
          <w:rFonts w:asciiTheme="minorHAnsi" w:hAnsiTheme="minorHAnsi"/>
          <w:sz w:val="24"/>
          <w:szCs w:val="24"/>
        </w:rPr>
        <w:t>ní svislé</w:t>
      </w:r>
      <w:r w:rsidR="00A1483E">
        <w:rPr>
          <w:rFonts w:asciiTheme="minorHAnsi" w:hAnsiTheme="minorHAnsi"/>
          <w:sz w:val="24"/>
          <w:szCs w:val="24"/>
        </w:rPr>
        <w:t xml:space="preserve">, hráz je </w:t>
      </w:r>
      <w:r w:rsidR="000F125A" w:rsidRPr="000F125A">
        <w:rPr>
          <w:rFonts w:asciiTheme="minorHAnsi" w:hAnsiTheme="minorHAnsi"/>
          <w:sz w:val="24"/>
          <w:szCs w:val="24"/>
        </w:rPr>
        <w:t xml:space="preserve">nade dnem údolí </w:t>
      </w:r>
      <w:r w:rsidR="00A1483E">
        <w:rPr>
          <w:rFonts w:asciiTheme="minorHAnsi" w:hAnsiTheme="minorHAnsi"/>
          <w:sz w:val="24"/>
          <w:szCs w:val="24"/>
        </w:rPr>
        <w:t xml:space="preserve">vysoká </w:t>
      </w:r>
      <w:r w:rsidR="00792BD6">
        <w:rPr>
          <w:rFonts w:asciiTheme="minorHAnsi" w:hAnsiTheme="minorHAnsi"/>
          <w:sz w:val="24"/>
          <w:szCs w:val="24"/>
        </w:rPr>
        <w:t>28,7</w:t>
      </w:r>
      <w:r w:rsidR="000F125A">
        <w:rPr>
          <w:rFonts w:asciiTheme="minorHAnsi" w:hAnsiTheme="minorHAnsi"/>
          <w:sz w:val="24"/>
          <w:szCs w:val="24"/>
        </w:rPr>
        <w:t xml:space="preserve"> m. </w:t>
      </w:r>
    </w:p>
    <w:p w14:paraId="508576CA" w14:textId="77777777" w:rsidR="00792BD6" w:rsidRPr="00792BD6" w:rsidRDefault="00792BD6" w:rsidP="00792BD6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792BD6">
        <w:rPr>
          <w:rFonts w:asciiTheme="minorHAnsi" w:hAnsiTheme="minorHAnsi"/>
          <w:sz w:val="24"/>
          <w:szCs w:val="24"/>
        </w:rPr>
        <w:t xml:space="preserve">Odběrné a výpustné zařízení vodního díla </w:t>
      </w:r>
      <w:proofErr w:type="spellStart"/>
      <w:r w:rsidRPr="00792BD6">
        <w:rPr>
          <w:rFonts w:asciiTheme="minorHAnsi" w:hAnsiTheme="minorHAnsi"/>
          <w:sz w:val="24"/>
          <w:szCs w:val="24"/>
        </w:rPr>
        <w:t>Mostiště</w:t>
      </w:r>
      <w:proofErr w:type="spellEnd"/>
      <w:r w:rsidRPr="00792BD6">
        <w:rPr>
          <w:rFonts w:asciiTheme="minorHAnsi" w:hAnsiTheme="minorHAnsi"/>
          <w:sz w:val="24"/>
          <w:szCs w:val="24"/>
        </w:rPr>
        <w:t xml:space="preserve"> sestává z několika samostatných objektů:</w:t>
      </w:r>
    </w:p>
    <w:p w14:paraId="2B2AF7D4" w14:textId="77777777" w:rsidR="00792BD6" w:rsidRPr="00792BD6" w:rsidRDefault="00792BD6" w:rsidP="00DA6611">
      <w:pPr>
        <w:pStyle w:val="Odstavec"/>
        <w:tabs>
          <w:tab w:val="left" w:pos="993"/>
        </w:tabs>
        <w:ind w:left="709"/>
        <w:jc w:val="both"/>
        <w:rPr>
          <w:rFonts w:asciiTheme="minorHAnsi" w:hAnsiTheme="minorHAnsi"/>
          <w:sz w:val="24"/>
          <w:szCs w:val="24"/>
        </w:rPr>
      </w:pPr>
      <w:r w:rsidRPr="00792BD6">
        <w:rPr>
          <w:rFonts w:asciiTheme="minorHAnsi" w:hAnsiTheme="minorHAnsi"/>
          <w:sz w:val="24"/>
          <w:szCs w:val="24"/>
        </w:rPr>
        <w:t>1.</w:t>
      </w:r>
      <w:r w:rsidRPr="00792BD6">
        <w:rPr>
          <w:rFonts w:asciiTheme="minorHAnsi" w:hAnsiTheme="minorHAnsi"/>
          <w:sz w:val="24"/>
          <w:szCs w:val="24"/>
        </w:rPr>
        <w:tab/>
        <w:t>vtokový objekt do obtokové štoly s hrazením</w:t>
      </w:r>
    </w:p>
    <w:p w14:paraId="2A724EB1" w14:textId="77777777" w:rsidR="00792BD6" w:rsidRPr="00792BD6" w:rsidRDefault="00792BD6" w:rsidP="00DA6611">
      <w:pPr>
        <w:pStyle w:val="Odstavec"/>
        <w:tabs>
          <w:tab w:val="left" w:pos="993"/>
        </w:tabs>
        <w:ind w:left="709"/>
        <w:jc w:val="both"/>
        <w:rPr>
          <w:rFonts w:asciiTheme="minorHAnsi" w:hAnsiTheme="minorHAnsi"/>
          <w:sz w:val="24"/>
          <w:szCs w:val="24"/>
        </w:rPr>
      </w:pPr>
      <w:r w:rsidRPr="00792BD6">
        <w:rPr>
          <w:rFonts w:asciiTheme="minorHAnsi" w:hAnsiTheme="minorHAnsi"/>
          <w:sz w:val="24"/>
          <w:szCs w:val="24"/>
        </w:rPr>
        <w:t>2.</w:t>
      </w:r>
      <w:r w:rsidRPr="00792BD6">
        <w:rPr>
          <w:rFonts w:asciiTheme="minorHAnsi" w:hAnsiTheme="minorHAnsi"/>
          <w:sz w:val="24"/>
          <w:szCs w:val="24"/>
        </w:rPr>
        <w:tab/>
        <w:t>tlaková obtoková štola</w:t>
      </w:r>
    </w:p>
    <w:p w14:paraId="7E41AB7F" w14:textId="77777777" w:rsidR="00792BD6" w:rsidRPr="00792BD6" w:rsidRDefault="00792BD6" w:rsidP="00DA6611">
      <w:pPr>
        <w:pStyle w:val="Odstavec"/>
        <w:tabs>
          <w:tab w:val="left" w:pos="993"/>
        </w:tabs>
        <w:ind w:left="709"/>
        <w:jc w:val="both"/>
        <w:rPr>
          <w:rFonts w:asciiTheme="minorHAnsi" w:hAnsiTheme="minorHAnsi"/>
          <w:sz w:val="24"/>
          <w:szCs w:val="24"/>
        </w:rPr>
      </w:pPr>
      <w:r w:rsidRPr="00792BD6">
        <w:rPr>
          <w:rFonts w:asciiTheme="minorHAnsi" w:hAnsiTheme="minorHAnsi"/>
          <w:sz w:val="24"/>
          <w:szCs w:val="24"/>
        </w:rPr>
        <w:lastRenderedPageBreak/>
        <w:t>3.</w:t>
      </w:r>
      <w:r w:rsidRPr="00792BD6">
        <w:rPr>
          <w:rFonts w:asciiTheme="minorHAnsi" w:hAnsiTheme="minorHAnsi"/>
          <w:sz w:val="24"/>
          <w:szCs w:val="24"/>
        </w:rPr>
        <w:tab/>
        <w:t xml:space="preserve">podzemní strojovna s uzávěry spodní výpusti a elektrárnou </w:t>
      </w:r>
    </w:p>
    <w:p w14:paraId="385D271D" w14:textId="77777777" w:rsidR="00792BD6" w:rsidRPr="00792BD6" w:rsidRDefault="00792BD6" w:rsidP="00DA6611">
      <w:pPr>
        <w:pStyle w:val="Odstavec"/>
        <w:tabs>
          <w:tab w:val="left" w:pos="993"/>
        </w:tabs>
        <w:ind w:left="709"/>
        <w:jc w:val="both"/>
        <w:rPr>
          <w:rFonts w:asciiTheme="minorHAnsi" w:hAnsiTheme="minorHAnsi"/>
          <w:sz w:val="24"/>
          <w:szCs w:val="24"/>
        </w:rPr>
      </w:pPr>
      <w:r w:rsidRPr="00792BD6">
        <w:rPr>
          <w:rFonts w:asciiTheme="minorHAnsi" w:hAnsiTheme="minorHAnsi"/>
          <w:sz w:val="24"/>
          <w:szCs w:val="24"/>
        </w:rPr>
        <w:t>4.</w:t>
      </w:r>
      <w:r w:rsidRPr="00792BD6">
        <w:rPr>
          <w:rFonts w:asciiTheme="minorHAnsi" w:hAnsiTheme="minorHAnsi"/>
          <w:sz w:val="24"/>
          <w:szCs w:val="24"/>
        </w:rPr>
        <w:tab/>
        <w:t xml:space="preserve">vodovodní odběr </w:t>
      </w:r>
    </w:p>
    <w:p w14:paraId="68B266AA" w14:textId="77777777" w:rsidR="00DA6611" w:rsidRDefault="00792BD6" w:rsidP="00DA6611">
      <w:pPr>
        <w:pStyle w:val="Odstavec"/>
        <w:tabs>
          <w:tab w:val="left" w:pos="993"/>
        </w:tabs>
        <w:ind w:left="709"/>
        <w:jc w:val="both"/>
        <w:rPr>
          <w:rFonts w:asciiTheme="minorHAnsi" w:hAnsiTheme="minorHAnsi"/>
          <w:sz w:val="24"/>
          <w:szCs w:val="24"/>
        </w:rPr>
      </w:pPr>
      <w:r w:rsidRPr="00792BD6">
        <w:rPr>
          <w:rFonts w:asciiTheme="minorHAnsi" w:hAnsiTheme="minorHAnsi"/>
          <w:sz w:val="24"/>
          <w:szCs w:val="24"/>
        </w:rPr>
        <w:t>5.</w:t>
      </w:r>
      <w:r w:rsidRPr="00792BD6">
        <w:rPr>
          <w:rFonts w:asciiTheme="minorHAnsi" w:hAnsiTheme="minorHAnsi"/>
          <w:sz w:val="24"/>
          <w:szCs w:val="24"/>
        </w:rPr>
        <w:tab/>
        <w:t>asanační odběr</w:t>
      </w:r>
    </w:p>
    <w:p w14:paraId="1F196D83" w14:textId="77777777" w:rsidR="00DA6611" w:rsidRDefault="00DA6611" w:rsidP="00DA6611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DA6611">
        <w:rPr>
          <w:rFonts w:asciiTheme="minorHAnsi" w:hAnsiTheme="minorHAnsi"/>
          <w:sz w:val="24"/>
          <w:szCs w:val="24"/>
        </w:rPr>
        <w:t>Spodní výpust hráze tvoří obtoková štola v úpatí levého skalního svahu Ø 300 cm délky 210 m, na níž jsou v podzemní strojovně umístěny uzávěry.</w:t>
      </w:r>
      <w:r w:rsidRPr="00DA6611">
        <w:t xml:space="preserve"> </w:t>
      </w:r>
      <w:r w:rsidRPr="00DA6611">
        <w:rPr>
          <w:rFonts w:asciiTheme="minorHAnsi" w:hAnsiTheme="minorHAnsi"/>
          <w:sz w:val="24"/>
          <w:szCs w:val="24"/>
        </w:rPr>
        <w:t>Provozní  uzávěr -  rozstřikovací uzávěr je DN 1100 PN 4</w:t>
      </w:r>
      <w:r>
        <w:rPr>
          <w:rFonts w:asciiTheme="minorHAnsi" w:hAnsiTheme="minorHAnsi"/>
          <w:sz w:val="24"/>
          <w:szCs w:val="24"/>
        </w:rPr>
        <w:t xml:space="preserve">. </w:t>
      </w:r>
      <w:r w:rsidRPr="00DA6611">
        <w:rPr>
          <w:rFonts w:asciiTheme="minorHAnsi" w:hAnsiTheme="minorHAnsi"/>
          <w:sz w:val="24"/>
          <w:szCs w:val="24"/>
        </w:rPr>
        <w:t xml:space="preserve">Je ovládán servomotorem </w:t>
      </w:r>
      <w:proofErr w:type="spellStart"/>
      <w:r w:rsidRPr="00DA6611">
        <w:rPr>
          <w:rFonts w:asciiTheme="minorHAnsi" w:hAnsiTheme="minorHAnsi"/>
          <w:sz w:val="24"/>
          <w:szCs w:val="24"/>
        </w:rPr>
        <w:t>Modact</w:t>
      </w:r>
      <w:proofErr w:type="spellEnd"/>
      <w:r w:rsidRPr="00DA6611">
        <w:rPr>
          <w:rFonts w:asciiTheme="minorHAnsi" w:hAnsiTheme="minorHAnsi"/>
          <w:sz w:val="24"/>
          <w:szCs w:val="24"/>
        </w:rPr>
        <w:t xml:space="preserve"> 25/32-40 umístěným na stojanu krytu podlahy strojovny</w:t>
      </w:r>
      <w:r>
        <w:rPr>
          <w:rFonts w:asciiTheme="minorHAnsi" w:hAnsiTheme="minorHAnsi"/>
          <w:sz w:val="24"/>
          <w:szCs w:val="24"/>
        </w:rPr>
        <w:t>.</w:t>
      </w:r>
      <w:r w:rsidRPr="00DA6611">
        <w:t xml:space="preserve"> </w:t>
      </w:r>
      <w:r w:rsidRPr="00DA6611">
        <w:rPr>
          <w:rFonts w:asciiTheme="minorHAnsi" w:hAnsiTheme="minorHAnsi"/>
          <w:sz w:val="24"/>
          <w:szCs w:val="24"/>
        </w:rPr>
        <w:t>Podzemní průtočná elektrárna umístěná v podzemní strojovně spodní výpusti slouží k energetickému využití průtoků</w:t>
      </w:r>
      <w:r>
        <w:rPr>
          <w:rFonts w:asciiTheme="minorHAnsi" w:hAnsiTheme="minorHAnsi"/>
          <w:sz w:val="24"/>
          <w:szCs w:val="24"/>
        </w:rPr>
        <w:t xml:space="preserve">. </w:t>
      </w:r>
      <w:r w:rsidRPr="00DA6611">
        <w:rPr>
          <w:rFonts w:asciiTheme="minorHAnsi" w:hAnsiTheme="minorHAnsi"/>
          <w:sz w:val="24"/>
          <w:szCs w:val="24"/>
        </w:rPr>
        <w:t>Vertikální Kaplanova turbína je přímo spojená s asynchronním generátorem.</w:t>
      </w:r>
    </w:p>
    <w:p w14:paraId="2D8B07B1" w14:textId="77777777" w:rsidR="00DA6611" w:rsidRDefault="00DA6611" w:rsidP="00DA6611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</w:t>
      </w:r>
      <w:r w:rsidRPr="00DA6611">
        <w:rPr>
          <w:rFonts w:asciiTheme="minorHAnsi" w:hAnsiTheme="minorHAnsi"/>
          <w:sz w:val="24"/>
          <w:szCs w:val="24"/>
        </w:rPr>
        <w:t>Potrubí minimálního (asanačního) průtoku je z plast</w:t>
      </w:r>
      <w:r>
        <w:rPr>
          <w:rFonts w:asciiTheme="minorHAnsi" w:hAnsiTheme="minorHAnsi"/>
          <w:sz w:val="24"/>
          <w:szCs w:val="24"/>
        </w:rPr>
        <w:t xml:space="preserve">ových trubek průměru 200 mm. Je </w:t>
      </w:r>
      <w:r w:rsidRPr="00DA6611">
        <w:rPr>
          <w:rFonts w:asciiTheme="minorHAnsi" w:hAnsiTheme="minorHAnsi"/>
          <w:sz w:val="24"/>
          <w:szCs w:val="24"/>
        </w:rPr>
        <w:t>zavěšeno na vodárenském potrubí v komunikační chodbě, na jejímž konci je zaústěno do podzemního potrubí, které vyúsťuje cca 5 m od konce výtokové štoly.</w:t>
      </w:r>
      <w:r>
        <w:rPr>
          <w:rFonts w:asciiTheme="minorHAnsi" w:hAnsiTheme="minorHAnsi"/>
          <w:sz w:val="24"/>
          <w:szCs w:val="24"/>
        </w:rPr>
        <w:t xml:space="preserve"> </w:t>
      </w:r>
      <w:r w:rsidRPr="00DA6611">
        <w:rPr>
          <w:rFonts w:asciiTheme="minorHAnsi" w:hAnsiTheme="minorHAnsi"/>
          <w:sz w:val="24"/>
          <w:szCs w:val="24"/>
        </w:rPr>
        <w:t>Odběrný objekt</w:t>
      </w:r>
      <w:r>
        <w:rPr>
          <w:rFonts w:asciiTheme="minorHAnsi" w:hAnsiTheme="minorHAnsi"/>
          <w:sz w:val="24"/>
          <w:szCs w:val="24"/>
        </w:rPr>
        <w:t xml:space="preserve"> vodárenského odběru</w:t>
      </w:r>
      <w:r w:rsidRPr="00DA6611">
        <w:rPr>
          <w:rFonts w:asciiTheme="minorHAnsi" w:hAnsiTheme="minorHAnsi"/>
          <w:sz w:val="24"/>
          <w:szCs w:val="24"/>
        </w:rPr>
        <w:t xml:space="preserve"> je vybudován v levé části nádrže v návodní patě hráze. Vodovodní odběry jsou tři</w:t>
      </w:r>
      <w:r>
        <w:rPr>
          <w:rFonts w:asciiTheme="minorHAnsi" w:hAnsiTheme="minorHAnsi"/>
          <w:sz w:val="24"/>
          <w:szCs w:val="24"/>
        </w:rPr>
        <w:t>.</w:t>
      </w:r>
    </w:p>
    <w:p w14:paraId="49B2E79E" w14:textId="77777777" w:rsid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6F6C7BD3" w14:textId="77777777" w:rsidR="00DA6611" w:rsidRPr="000F125A" w:rsidRDefault="00BE1B65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Přeliv je umístěný na pravém břehu, pevný, železobetonový. Délka přelivné hrany 55,3 m. </w:t>
      </w:r>
    </w:p>
    <w:p w14:paraId="2FD74F48" w14:textId="77777777" w:rsidR="003A510F" w:rsidRDefault="003946F4" w:rsidP="00A1483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720939EC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66FFF87C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4ECA0AA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04DC57A7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141B567F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7D1FBC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4DB529F5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3A17710C" w14:textId="77777777" w:rsidR="0098401B" w:rsidRPr="00612AF2" w:rsidRDefault="0098401B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058B96B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56CE1277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3AA73BD8" w14:textId="77777777" w:rsidR="003946F4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CAF946D" w14:textId="77777777" w:rsidR="0095424B" w:rsidRPr="00612AF2" w:rsidRDefault="0095424B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6DDF3F6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lastRenderedPageBreak/>
        <w:t>B.2.10. Hygienické požadavky na stavby, požadavky na pracovní a komunální prostředí</w:t>
      </w:r>
    </w:p>
    <w:p w14:paraId="7BE50073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1B4F450C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4B18AE35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0CE000B9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0888680A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40C0F43" w14:textId="77777777" w:rsidR="006017D8" w:rsidRPr="006017D8" w:rsidRDefault="006017D8" w:rsidP="006017D8">
      <w:pPr>
        <w:pStyle w:val="N1"/>
      </w:pPr>
      <w:bookmarkStart w:id="35" w:name="_Toc502843145"/>
      <w:r w:rsidRPr="006017D8">
        <w:t>Připojení na technickou infrastrukturu</w:t>
      </w:r>
      <w:bookmarkEnd w:id="35"/>
    </w:p>
    <w:p w14:paraId="0DB2700F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1181A686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35DE2990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26ED4CB6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78A49BF5" w14:textId="77777777" w:rsidR="006017D8" w:rsidRPr="006017D8" w:rsidRDefault="006017D8" w:rsidP="006017D8">
      <w:pPr>
        <w:pStyle w:val="N1"/>
      </w:pPr>
      <w:bookmarkStart w:id="36" w:name="_Toc502843146"/>
      <w:r w:rsidRPr="006017D8">
        <w:t>Dopravní řešení</w:t>
      </w:r>
      <w:bookmarkEnd w:id="36"/>
    </w:p>
    <w:p w14:paraId="5E000EE5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43486200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4AE468AD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3790840C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3E2699F9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69EDC896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6235083E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278A25FD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79E03139" w14:textId="77777777" w:rsidR="006017D8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28CD6180" w14:textId="77777777" w:rsidR="00D812A4" w:rsidRPr="006A609C" w:rsidRDefault="006A609C" w:rsidP="006A609C">
      <w:pPr>
        <w:pStyle w:val="N1"/>
      </w:pPr>
      <w:bookmarkStart w:id="37" w:name="_Toc502843147"/>
      <w:r w:rsidRPr="006A609C">
        <w:t>Řešení vegetace a souvisejících terénních úprav</w:t>
      </w:r>
      <w:bookmarkEnd w:id="37"/>
    </w:p>
    <w:p w14:paraId="6A2246D6" w14:textId="77777777" w:rsidR="00E8258F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400469B1" w14:textId="77777777" w:rsidR="0095424B" w:rsidRPr="00D67B21" w:rsidRDefault="0095424B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4577F00" w14:textId="77777777" w:rsidR="00E8258F" w:rsidRDefault="00E8258F" w:rsidP="00E8258F">
      <w:pPr>
        <w:pStyle w:val="N1"/>
      </w:pPr>
      <w:bookmarkStart w:id="38" w:name="_Toc502843148"/>
      <w:r>
        <w:t>Popis vlivů na životní prostředí a jeho ochrana</w:t>
      </w:r>
      <w:bookmarkEnd w:id="38"/>
    </w:p>
    <w:p w14:paraId="2BAFD25B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1325BF1C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lastRenderedPageBreak/>
        <w:t xml:space="preserve">Hladina hluku ze stavební činnosti nesmí přesahovat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65 dB v době od 7,00 – 21,00 hod,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60 dB v době od 6,00 – 7,00 hod a od 21,00 – 22,00 hod a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2A2144AE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595480D4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19DF3902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39ABC19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022ED1AB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592E44A4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5F0C3845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09161F03" w14:textId="77777777" w:rsidTr="008D23CE">
        <w:tc>
          <w:tcPr>
            <w:tcW w:w="1693" w:type="dxa"/>
            <w:vAlign w:val="center"/>
          </w:tcPr>
          <w:p w14:paraId="72D7A71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B40158">
              <w:rPr>
                <w:rFonts w:asciiTheme="minorHAnsi" w:hAnsiTheme="minorHAnsi" w:cstheme="minorHAnsi"/>
                <w:b/>
              </w:rPr>
              <w:t>Katalog.č</w:t>
            </w:r>
            <w:proofErr w:type="spellEnd"/>
            <w:r w:rsidRPr="00B40158">
              <w:rPr>
                <w:rFonts w:asciiTheme="minorHAnsi" w:hAnsiTheme="minorHAnsi" w:cstheme="minorHAnsi"/>
                <w:b/>
              </w:rPr>
              <w:t>. odpadu dle</w:t>
            </w:r>
          </w:p>
          <w:p w14:paraId="563269D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B40158">
              <w:rPr>
                <w:rFonts w:asciiTheme="minorHAnsi" w:hAnsiTheme="minorHAnsi" w:cstheme="minorHAnsi"/>
                <w:b/>
              </w:rPr>
              <w:t>vyhl</w:t>
            </w:r>
            <w:proofErr w:type="spellEnd"/>
            <w:r w:rsidRPr="00B40158">
              <w:rPr>
                <w:rFonts w:asciiTheme="minorHAnsi" w:hAnsiTheme="minorHAnsi" w:cstheme="minorHAnsi"/>
                <w:b/>
              </w:rPr>
              <w:t>. MŽP</w:t>
            </w:r>
          </w:p>
          <w:p w14:paraId="6713050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5FB549B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48D9DFB3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6967B74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4AEF3C8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56F17B5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77351724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0B07E7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7DF0AD4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1533E438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2C6FC0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26BE8D0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55C81B5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AC5A98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1C04833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742ACE83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941694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4D6FD19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331F8BA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8CDCD1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0A42E30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430D139C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7B60FC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4E872EE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4966A1BA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C3CFB1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2A79FD3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24F33E75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2AFD96F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4F35436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4850003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1572CF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0864FC1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2528AC18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45EE59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679B351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242E0E11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0252C2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6D1AA1E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31C26321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961A9A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02B63C2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3191D5F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5DE659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0FED14C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1543AB02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004177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1805CCE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22A9CEF4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2CA32BB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62090D25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104A1CC9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63F046B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3A993598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67752C19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1529A389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lastRenderedPageBreak/>
        <w:t xml:space="preserve">Přednostně bude dle §11 zákona o odpadech zajištěno využití odpadů před jejich odstraněním, materiálové využití bude mít přednost před jiným využitím odpadů. </w:t>
      </w:r>
    </w:p>
    <w:p w14:paraId="79737A2F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5E235ED9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0DFA9BC1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6235E452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48851A3F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354CB16A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5A3EF0C5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3BA7976C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2768EC9E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7F4A2FD4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5C19CE53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650D3F29" w14:textId="77777777" w:rsidR="00E8258F" w:rsidRPr="000D59E6" w:rsidRDefault="00302BD4" w:rsidP="00302BD4">
      <w:pPr>
        <w:pStyle w:val="N1"/>
      </w:pPr>
      <w:bookmarkStart w:id="39" w:name="_Toc502843149"/>
      <w:r>
        <w:t>Ochrana obyvatelstva</w:t>
      </w:r>
      <w:bookmarkEnd w:id="39"/>
    </w:p>
    <w:p w14:paraId="483CEF25" w14:textId="77777777" w:rsidR="00B55C59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64AF43D1" w14:textId="77777777" w:rsidR="007F7C57" w:rsidRPr="00713F57" w:rsidRDefault="007F7C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2C99FEA" w14:textId="77777777" w:rsidR="00302BD4" w:rsidRDefault="00302BD4" w:rsidP="00302BD4">
      <w:pPr>
        <w:pStyle w:val="N1"/>
      </w:pPr>
      <w:bookmarkStart w:id="40" w:name="_Toc502843150"/>
      <w:r>
        <w:t>Zásady organizace výstavby</w:t>
      </w:r>
      <w:bookmarkEnd w:id="40"/>
    </w:p>
    <w:p w14:paraId="7C089890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70D1D43B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3CC7C874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5761EF11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631D52B7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76FB13C3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19322584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lastRenderedPageBreak/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33D5EE3A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</w:t>
      </w:r>
      <w:r w:rsidR="0098401B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bude odvezena na skládku interního materiálu.</w:t>
      </w:r>
    </w:p>
    <w:bookmarkEnd w:id="10"/>
    <w:p w14:paraId="31210688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5B04529E" w14:textId="53929C75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71505E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71505E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71505E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4FE24E9D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941DF" w14:textId="77777777" w:rsidR="00D77667" w:rsidRDefault="00D77667" w:rsidP="0081121B">
      <w:r>
        <w:separator/>
      </w:r>
    </w:p>
  </w:endnote>
  <w:endnote w:type="continuationSeparator" w:id="0">
    <w:p w14:paraId="5AB352C1" w14:textId="77777777" w:rsidR="00D77667" w:rsidRDefault="00D77667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070330" w14:paraId="780463EB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227EDD81" w14:textId="77777777" w:rsidR="00070330" w:rsidRDefault="00070330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315A554D" wp14:editId="71872EA1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7A2834" w14:textId="77777777" w:rsidR="00070330" w:rsidRPr="004D7C68" w:rsidRDefault="00070330" w:rsidP="00A366D6">
    <w:pPr>
      <w:pStyle w:val="Zpat"/>
      <w:jc w:val="left"/>
      <w:rPr>
        <w:sz w:val="40"/>
        <w:szCs w:val="40"/>
      </w:rPr>
    </w:pPr>
  </w:p>
  <w:p w14:paraId="78653A37" w14:textId="77777777" w:rsidR="00070330" w:rsidRDefault="00070330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95424B">
      <w:rPr>
        <w:bCs w:val="0"/>
        <w:noProof/>
      </w:rPr>
      <w:t>11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95424B">
      <w:rPr>
        <w:bCs w:val="0"/>
        <w:noProof/>
      </w:rPr>
      <w:t>11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070250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17FB8BA" w14:textId="77777777" w:rsidR="0095424B" w:rsidRDefault="0095424B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33DAADAB" wp14:editId="67454193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E7EFA" w14:textId="77777777" w:rsidR="0095424B" w:rsidRDefault="0095424B">
            <w:pPr>
              <w:pStyle w:val="Zpat"/>
            </w:pPr>
          </w:p>
          <w:p w14:paraId="61BA1AA1" w14:textId="77777777" w:rsidR="0095424B" w:rsidRDefault="0095424B">
            <w:pPr>
              <w:pStyle w:val="Zpat"/>
            </w:pPr>
          </w:p>
          <w:p w14:paraId="3B9C7C36" w14:textId="77777777" w:rsidR="0095424B" w:rsidRDefault="0095424B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7D5608C4" w14:textId="77777777" w:rsidR="00070330" w:rsidRPr="004D7C68" w:rsidRDefault="00070330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2E498" w14:textId="77777777" w:rsidR="00D77667" w:rsidRDefault="00D77667" w:rsidP="0081121B">
      <w:r>
        <w:separator/>
      </w:r>
    </w:p>
  </w:footnote>
  <w:footnote w:type="continuationSeparator" w:id="0">
    <w:p w14:paraId="7CEABA95" w14:textId="77777777" w:rsidR="00D77667" w:rsidRDefault="00D77667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070330" w:rsidRPr="003C2764" w14:paraId="0F70BDD1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75673002" w14:textId="77777777" w:rsidR="00070330" w:rsidRPr="00177AD3" w:rsidRDefault="00070330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4C53C560" wp14:editId="44C7C0D4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2A9ACF9" w14:textId="77777777" w:rsidR="00070330" w:rsidRPr="003C2764" w:rsidRDefault="00070330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125D83D5" w14:textId="77777777" w:rsidR="00070330" w:rsidRPr="003C2764" w:rsidRDefault="00070330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8973EC6" w14:textId="77777777" w:rsidR="00070330" w:rsidRPr="003C2764" w:rsidRDefault="00070330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4D4FF4D7" w14:textId="77777777" w:rsidR="00070330" w:rsidRPr="003C2764" w:rsidRDefault="00070330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070330" w:rsidRPr="00177AD3" w14:paraId="5A48BEC4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732EA901" w14:textId="77777777" w:rsidR="00070330" w:rsidRPr="00177AD3" w:rsidRDefault="00070330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3E3D4D66" wp14:editId="50CF075D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0168066" w14:textId="77777777" w:rsidR="00070330" w:rsidRPr="00177AD3" w:rsidRDefault="00070330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33CB4CC1" w14:textId="77777777" w:rsidR="00070330" w:rsidRPr="003C2764" w:rsidRDefault="00070330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070330" w:rsidRPr="003C2764" w14:paraId="1B5CA9CB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1F522F2B" w14:textId="77777777" w:rsidR="00070330" w:rsidRPr="00177AD3" w:rsidRDefault="00070330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6A14D783" wp14:editId="3C9CB4B3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2EE8577E" w14:textId="77777777" w:rsidR="00070330" w:rsidRPr="003C2764" w:rsidRDefault="00070330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22715292" w14:textId="77777777" w:rsidR="00070330" w:rsidRPr="003C2764" w:rsidRDefault="00070330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70795DB0" w14:textId="77777777" w:rsidR="00070330" w:rsidRPr="003C2764" w:rsidRDefault="00070330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7B0C210B" w14:textId="77777777" w:rsidR="00070330" w:rsidRPr="003C2764" w:rsidRDefault="00070330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070330" w:rsidRPr="00177AD3" w14:paraId="36073F55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4CEAA1E5" w14:textId="77777777" w:rsidR="00070330" w:rsidRPr="00177AD3" w:rsidRDefault="00070330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62CD1762" wp14:editId="7106FB11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0519D2A" w14:textId="77777777" w:rsidR="00070330" w:rsidRPr="00177AD3" w:rsidRDefault="00070330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4F156902" w14:textId="77777777" w:rsidR="00070330" w:rsidRDefault="000703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29186911">
    <w:abstractNumId w:val="18"/>
  </w:num>
  <w:num w:numId="2" w16cid:durableId="341470039">
    <w:abstractNumId w:val="13"/>
  </w:num>
  <w:num w:numId="3" w16cid:durableId="1740516366">
    <w:abstractNumId w:val="5"/>
  </w:num>
  <w:num w:numId="4" w16cid:durableId="70737496">
    <w:abstractNumId w:val="12"/>
  </w:num>
  <w:num w:numId="5" w16cid:durableId="2101175210">
    <w:abstractNumId w:val="6"/>
  </w:num>
  <w:num w:numId="6" w16cid:durableId="672562028">
    <w:abstractNumId w:val="3"/>
  </w:num>
  <w:num w:numId="7" w16cid:durableId="972753222">
    <w:abstractNumId w:val="23"/>
  </w:num>
  <w:num w:numId="8" w16cid:durableId="2040809673">
    <w:abstractNumId w:val="24"/>
  </w:num>
  <w:num w:numId="9" w16cid:durableId="1942299559">
    <w:abstractNumId w:val="21"/>
  </w:num>
  <w:num w:numId="10" w16cid:durableId="1050686779">
    <w:abstractNumId w:val="25"/>
  </w:num>
  <w:num w:numId="11" w16cid:durableId="311565706">
    <w:abstractNumId w:val="5"/>
  </w:num>
  <w:num w:numId="12" w16cid:durableId="1459178032">
    <w:abstractNumId w:val="16"/>
  </w:num>
  <w:num w:numId="13" w16cid:durableId="1011487442">
    <w:abstractNumId w:val="0"/>
  </w:num>
  <w:num w:numId="14" w16cid:durableId="524515731">
    <w:abstractNumId w:val="5"/>
  </w:num>
  <w:num w:numId="15" w16cid:durableId="1761826689">
    <w:abstractNumId w:val="5"/>
  </w:num>
  <w:num w:numId="16" w16cid:durableId="352922187">
    <w:abstractNumId w:val="5"/>
  </w:num>
  <w:num w:numId="17" w16cid:durableId="147554227">
    <w:abstractNumId w:val="5"/>
  </w:num>
  <w:num w:numId="18" w16cid:durableId="688995033">
    <w:abstractNumId w:val="5"/>
  </w:num>
  <w:num w:numId="19" w16cid:durableId="1439057502">
    <w:abstractNumId w:val="19"/>
  </w:num>
  <w:num w:numId="20" w16cid:durableId="728573532">
    <w:abstractNumId w:val="5"/>
  </w:num>
  <w:num w:numId="21" w16cid:durableId="513035179">
    <w:abstractNumId w:val="5"/>
  </w:num>
  <w:num w:numId="22" w16cid:durableId="1628658786">
    <w:abstractNumId w:val="11"/>
  </w:num>
  <w:num w:numId="23" w16cid:durableId="1807162947">
    <w:abstractNumId w:val="5"/>
  </w:num>
  <w:num w:numId="24" w16cid:durableId="1050687987">
    <w:abstractNumId w:val="5"/>
  </w:num>
  <w:num w:numId="25" w16cid:durableId="1441023262">
    <w:abstractNumId w:val="5"/>
  </w:num>
  <w:num w:numId="26" w16cid:durableId="2137598135">
    <w:abstractNumId w:val="5"/>
  </w:num>
  <w:num w:numId="27" w16cid:durableId="1695107980">
    <w:abstractNumId w:val="5"/>
  </w:num>
  <w:num w:numId="28" w16cid:durableId="2138839725">
    <w:abstractNumId w:val="5"/>
  </w:num>
  <w:num w:numId="29" w16cid:durableId="654990415">
    <w:abstractNumId w:val="4"/>
  </w:num>
  <w:num w:numId="30" w16cid:durableId="605965438">
    <w:abstractNumId w:val="10"/>
  </w:num>
  <w:num w:numId="31" w16cid:durableId="1622999922">
    <w:abstractNumId w:val="5"/>
  </w:num>
  <w:num w:numId="32" w16cid:durableId="1149056789">
    <w:abstractNumId w:val="5"/>
  </w:num>
  <w:num w:numId="33" w16cid:durableId="1302884439">
    <w:abstractNumId w:val="20"/>
  </w:num>
  <w:num w:numId="34" w16cid:durableId="867448065">
    <w:abstractNumId w:val="7"/>
  </w:num>
  <w:num w:numId="35" w16cid:durableId="890191616">
    <w:abstractNumId w:val="8"/>
  </w:num>
  <w:num w:numId="36" w16cid:durableId="1064570063">
    <w:abstractNumId w:val="9"/>
  </w:num>
  <w:num w:numId="37" w16cid:durableId="1993169548">
    <w:abstractNumId w:val="22"/>
  </w:num>
  <w:num w:numId="38" w16cid:durableId="1082217371">
    <w:abstractNumId w:val="1"/>
  </w:num>
  <w:num w:numId="39" w16cid:durableId="197280339">
    <w:abstractNumId w:val="14"/>
  </w:num>
  <w:num w:numId="40" w16cid:durableId="317928435">
    <w:abstractNumId w:val="17"/>
  </w:num>
  <w:num w:numId="41" w16cid:durableId="387803933">
    <w:abstractNumId w:val="5"/>
  </w:num>
  <w:num w:numId="42" w16cid:durableId="38867844">
    <w:abstractNumId w:val="5"/>
  </w:num>
  <w:num w:numId="43" w16cid:durableId="1665477341">
    <w:abstractNumId w:val="5"/>
  </w:num>
  <w:num w:numId="44" w16cid:durableId="2054847895">
    <w:abstractNumId w:val="5"/>
  </w:num>
  <w:num w:numId="45" w16cid:durableId="1042944001">
    <w:abstractNumId w:val="5"/>
  </w:num>
  <w:num w:numId="46" w16cid:durableId="670066398">
    <w:abstractNumId w:val="5"/>
  </w:num>
  <w:num w:numId="47" w16cid:durableId="50664638">
    <w:abstractNumId w:val="2"/>
  </w:num>
  <w:num w:numId="48" w16cid:durableId="16509818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2798B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70330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62E5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52BBB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493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D7C98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134D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5411D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ED5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849"/>
    <w:rsid w:val="00644A74"/>
    <w:rsid w:val="00644F5C"/>
    <w:rsid w:val="006472F0"/>
    <w:rsid w:val="00663F31"/>
    <w:rsid w:val="006706EB"/>
    <w:rsid w:val="00680355"/>
    <w:rsid w:val="00687FDD"/>
    <w:rsid w:val="00691676"/>
    <w:rsid w:val="00693462"/>
    <w:rsid w:val="00694993"/>
    <w:rsid w:val="00694B3C"/>
    <w:rsid w:val="006A03D3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505E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92BD6"/>
    <w:rsid w:val="007B1C9C"/>
    <w:rsid w:val="007C24EE"/>
    <w:rsid w:val="007D0810"/>
    <w:rsid w:val="007D558F"/>
    <w:rsid w:val="007E61BD"/>
    <w:rsid w:val="007F700C"/>
    <w:rsid w:val="007F7C57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571E1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D7F4C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424B"/>
    <w:rsid w:val="0095783F"/>
    <w:rsid w:val="009672A4"/>
    <w:rsid w:val="0097018A"/>
    <w:rsid w:val="00974D74"/>
    <w:rsid w:val="009751CB"/>
    <w:rsid w:val="00975878"/>
    <w:rsid w:val="00982BCE"/>
    <w:rsid w:val="00983A4C"/>
    <w:rsid w:val="0098401B"/>
    <w:rsid w:val="00987643"/>
    <w:rsid w:val="0099326C"/>
    <w:rsid w:val="00993716"/>
    <w:rsid w:val="009937F8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83E"/>
    <w:rsid w:val="00A14ACB"/>
    <w:rsid w:val="00A163A4"/>
    <w:rsid w:val="00A17B62"/>
    <w:rsid w:val="00A203DD"/>
    <w:rsid w:val="00A34446"/>
    <w:rsid w:val="00A366D6"/>
    <w:rsid w:val="00A449F6"/>
    <w:rsid w:val="00A51813"/>
    <w:rsid w:val="00A633CB"/>
    <w:rsid w:val="00A704F3"/>
    <w:rsid w:val="00A77781"/>
    <w:rsid w:val="00A87BE7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371C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D5CA1"/>
    <w:rsid w:val="00BE1B65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77667"/>
    <w:rsid w:val="00D812A4"/>
    <w:rsid w:val="00D863A3"/>
    <w:rsid w:val="00D87DC2"/>
    <w:rsid w:val="00D902C3"/>
    <w:rsid w:val="00D9252D"/>
    <w:rsid w:val="00D94650"/>
    <w:rsid w:val="00D961AC"/>
    <w:rsid w:val="00DA19B9"/>
    <w:rsid w:val="00DA211D"/>
    <w:rsid w:val="00DA2D3A"/>
    <w:rsid w:val="00DA3C4D"/>
    <w:rsid w:val="00DA4E1C"/>
    <w:rsid w:val="00DA6611"/>
    <w:rsid w:val="00DB01D1"/>
    <w:rsid w:val="00DB34A6"/>
    <w:rsid w:val="00DB4FD2"/>
    <w:rsid w:val="00DB70E7"/>
    <w:rsid w:val="00DC01E6"/>
    <w:rsid w:val="00DC1C39"/>
    <w:rsid w:val="00DC7CC6"/>
    <w:rsid w:val="00DD2FFE"/>
    <w:rsid w:val="00DD5717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31F9"/>
    <w:rsid w:val="00E45EA7"/>
    <w:rsid w:val="00E56662"/>
    <w:rsid w:val="00E60E31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17603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025C"/>
    <w:rsid w:val="00FA3844"/>
    <w:rsid w:val="00FA4EC3"/>
    <w:rsid w:val="00FB3116"/>
    <w:rsid w:val="00FB4DBB"/>
    <w:rsid w:val="00FB5829"/>
    <w:rsid w:val="00FC003D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3C5763"/>
  <w15:docId w15:val="{4128F6E1-2586-44D1-8808-1BF51A4F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95424B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D74FB-849E-4683-B248-82D14025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186</TotalTime>
  <Pages>11</Pages>
  <Words>2354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16217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11</cp:revision>
  <cp:lastPrinted>2017-03-30T12:34:00Z</cp:lastPrinted>
  <dcterms:created xsi:type="dcterms:W3CDTF">2017-10-04T19:28:00Z</dcterms:created>
  <dcterms:modified xsi:type="dcterms:W3CDTF">2024-10-09T12:28:00Z</dcterms:modified>
</cp:coreProperties>
</file>